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10B" w:rsidRDefault="008A610B" w:rsidP="003B5B2F">
      <w:pPr>
        <w:jc w:val="center"/>
        <w:rPr>
          <w:snapToGrid w:val="0"/>
          <w:spacing w:val="8"/>
          <w:lang w:val="uk-UA"/>
        </w:rPr>
      </w:pPr>
      <w:r w:rsidRPr="003226EC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2.25pt;height:47.25pt;visibility:visible" filled="t" fillcolor="silver">
            <v:imagedata r:id="rId5" o:title=""/>
          </v:shape>
        </w:pict>
      </w:r>
    </w:p>
    <w:p w:rsidR="008A610B" w:rsidRDefault="008A610B" w:rsidP="003B5B2F">
      <w:pPr>
        <w:jc w:val="center"/>
        <w:rPr>
          <w:b/>
          <w:bCs/>
          <w:spacing w:val="8"/>
          <w:sz w:val="16"/>
          <w:szCs w:val="16"/>
        </w:rPr>
      </w:pPr>
    </w:p>
    <w:p w:rsidR="008A610B" w:rsidRDefault="008A610B" w:rsidP="003B5B2F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ВОЛОДИМИР-ВОЛИНСЬКА РАЙОННА ДЕРЖАВНА АДМІНІСТРАЦІЯ</w:t>
      </w:r>
    </w:p>
    <w:p w:rsidR="008A610B" w:rsidRDefault="008A610B" w:rsidP="003B5B2F">
      <w:pPr>
        <w:pStyle w:val="Heading1"/>
        <w:jc w:val="center"/>
        <w:rPr>
          <w:sz w:val="28"/>
          <w:szCs w:val="28"/>
        </w:rPr>
      </w:pPr>
      <w:r>
        <w:rPr>
          <w:sz w:val="28"/>
          <w:szCs w:val="28"/>
        </w:rPr>
        <w:t>ВОЛИНСЬКОЇ ОБЛАСТІ</w:t>
      </w:r>
    </w:p>
    <w:p w:rsidR="008A610B" w:rsidRDefault="008A610B" w:rsidP="003B5B2F">
      <w:pPr>
        <w:rPr>
          <w:sz w:val="28"/>
          <w:szCs w:val="28"/>
        </w:rPr>
      </w:pPr>
    </w:p>
    <w:p w:rsidR="008A610B" w:rsidRDefault="008A610B" w:rsidP="003B5B2F">
      <w:pPr>
        <w:pStyle w:val="Heading2"/>
      </w:pPr>
      <w:r>
        <w:t>РОЗПОРЯДЖЕННЯ</w:t>
      </w:r>
    </w:p>
    <w:p w:rsidR="008A610B" w:rsidRDefault="008A610B" w:rsidP="003B5B2F">
      <w:pPr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</w:p>
    <w:p w:rsidR="008A610B" w:rsidRPr="000D3D21" w:rsidRDefault="008A610B" w:rsidP="003B5B2F">
      <w:pPr>
        <w:rPr>
          <w:sz w:val="26"/>
          <w:szCs w:val="26"/>
        </w:rPr>
      </w:pPr>
      <w:r w:rsidRPr="006D51DE">
        <w:rPr>
          <w:sz w:val="26"/>
          <w:szCs w:val="26"/>
          <w:lang w:val="uk-UA"/>
        </w:rPr>
        <w:t xml:space="preserve"> </w:t>
      </w:r>
      <w:r w:rsidRPr="006D51DE">
        <w:rPr>
          <w:sz w:val="26"/>
          <w:szCs w:val="26"/>
        </w:rPr>
        <w:t xml:space="preserve">  </w:t>
      </w:r>
      <w:r w:rsidRPr="006D51DE">
        <w:rPr>
          <w:sz w:val="26"/>
          <w:szCs w:val="26"/>
          <w:lang w:val="uk-UA"/>
        </w:rPr>
        <w:t xml:space="preserve"> </w:t>
      </w:r>
      <w:r w:rsidRPr="006D51DE">
        <w:rPr>
          <w:sz w:val="26"/>
          <w:szCs w:val="26"/>
        </w:rPr>
        <w:t xml:space="preserve"> </w:t>
      </w:r>
      <w:r w:rsidRPr="000D3D21">
        <w:rPr>
          <w:sz w:val="26"/>
          <w:szCs w:val="26"/>
        </w:rPr>
        <w:t>30</w:t>
      </w:r>
      <w:r w:rsidRPr="006D51DE">
        <w:rPr>
          <w:sz w:val="26"/>
          <w:szCs w:val="26"/>
        </w:rPr>
        <w:t xml:space="preserve"> </w:t>
      </w:r>
      <w:r w:rsidRPr="006D51DE">
        <w:rPr>
          <w:sz w:val="26"/>
          <w:szCs w:val="26"/>
          <w:lang w:val="uk-UA"/>
        </w:rPr>
        <w:t xml:space="preserve">березня  2017 року          м. Володимир-Волинський                  </w:t>
      </w:r>
      <w:r>
        <w:rPr>
          <w:sz w:val="26"/>
          <w:szCs w:val="26"/>
          <w:lang w:val="uk-UA"/>
        </w:rPr>
        <w:t xml:space="preserve">              №  </w:t>
      </w:r>
      <w:r w:rsidRPr="000D3D21">
        <w:rPr>
          <w:sz w:val="26"/>
          <w:szCs w:val="26"/>
        </w:rPr>
        <w:t>119</w:t>
      </w:r>
    </w:p>
    <w:p w:rsidR="008A610B" w:rsidRPr="006D51DE" w:rsidRDefault="008A610B" w:rsidP="003B5B2F">
      <w:pPr>
        <w:jc w:val="center"/>
        <w:rPr>
          <w:sz w:val="26"/>
          <w:szCs w:val="26"/>
          <w:lang w:val="uk-UA"/>
        </w:rPr>
      </w:pPr>
    </w:p>
    <w:p w:rsidR="008A610B" w:rsidRPr="006D51DE" w:rsidRDefault="008A610B" w:rsidP="003B5B2F">
      <w:pPr>
        <w:pStyle w:val="Heading3"/>
        <w:ind w:right="78"/>
        <w:rPr>
          <w:b w:val="0"/>
          <w:bCs w:val="0"/>
          <w:sz w:val="26"/>
          <w:szCs w:val="26"/>
        </w:rPr>
      </w:pPr>
      <w:r w:rsidRPr="006D51DE">
        <w:rPr>
          <w:b w:val="0"/>
          <w:bCs w:val="0"/>
          <w:sz w:val="26"/>
          <w:szCs w:val="26"/>
        </w:rPr>
        <w:t xml:space="preserve">Про надання матеріальної допомоги </w:t>
      </w:r>
    </w:p>
    <w:p w:rsidR="008A610B" w:rsidRPr="006D51DE" w:rsidRDefault="008A610B" w:rsidP="003B5B2F">
      <w:pPr>
        <w:shd w:val="clear" w:color="auto" w:fill="FFFFFF"/>
        <w:tabs>
          <w:tab w:val="left" w:pos="4500"/>
        </w:tabs>
        <w:ind w:left="5" w:right="7" w:firstLine="718"/>
        <w:jc w:val="both"/>
        <w:rPr>
          <w:color w:val="000000"/>
          <w:sz w:val="26"/>
          <w:szCs w:val="26"/>
          <w:lang w:val="uk-UA"/>
        </w:rPr>
      </w:pPr>
      <w:r w:rsidRPr="006D51DE">
        <w:rPr>
          <w:color w:val="000000"/>
          <w:sz w:val="26"/>
          <w:szCs w:val="26"/>
          <w:lang w:val="uk-UA"/>
        </w:rPr>
        <w:tab/>
      </w:r>
    </w:p>
    <w:p w:rsidR="008A610B" w:rsidRPr="00CE5596" w:rsidRDefault="008A610B" w:rsidP="003B5B2F">
      <w:pPr>
        <w:ind w:right="78" w:firstLine="708"/>
        <w:jc w:val="both"/>
        <w:rPr>
          <w:color w:val="000000"/>
          <w:sz w:val="28"/>
          <w:szCs w:val="28"/>
          <w:lang w:val="uk-UA"/>
        </w:rPr>
      </w:pPr>
      <w:r w:rsidRPr="00CE5596">
        <w:rPr>
          <w:color w:val="000000"/>
          <w:sz w:val="28"/>
          <w:szCs w:val="28"/>
          <w:lang w:val="uk-UA"/>
        </w:rPr>
        <w:t>Відповідно до районної Програми соціального захисту населення на 2015-2017 роки, згідно Порядку використання коштів, передбачених в районному бюджеті на надання одноразової грошової матеріальної допомоги громадянам, які опинилися в складних життєвих обставинах та іншим категоріям громадян, затвердженого рішенням  районної ради від 15.10.2015 №</w:t>
      </w:r>
      <w:r w:rsidRPr="00CE5596">
        <w:rPr>
          <w:color w:val="FFFFFF"/>
          <w:sz w:val="28"/>
          <w:szCs w:val="28"/>
          <w:lang w:val="uk-UA"/>
        </w:rPr>
        <w:t>_</w:t>
      </w:r>
      <w:r w:rsidRPr="00CE5596">
        <w:rPr>
          <w:color w:val="000000"/>
          <w:sz w:val="28"/>
          <w:szCs w:val="28"/>
          <w:lang w:val="uk-UA"/>
        </w:rPr>
        <w:t xml:space="preserve">28/18 “Про затвердження Порядку використання коштів, передбачених в районному бюджеті на виконання районної Програми соціального захисту населення на 2015-2017 роки”, рішення </w:t>
      </w:r>
      <w:r w:rsidRPr="00CE5596">
        <w:rPr>
          <w:color w:val="000000"/>
          <w:spacing w:val="8"/>
          <w:sz w:val="28"/>
          <w:szCs w:val="28"/>
          <w:lang w:val="uk-UA"/>
        </w:rPr>
        <w:t xml:space="preserve">комісії з питань соціального захисту населення та </w:t>
      </w:r>
      <w:r w:rsidRPr="00CE5596">
        <w:rPr>
          <w:color w:val="000000"/>
          <w:sz w:val="28"/>
          <w:szCs w:val="28"/>
          <w:lang w:val="uk-UA"/>
        </w:rPr>
        <w:t xml:space="preserve">призначення житлових субсидій при райдержадміністрації від </w:t>
      </w:r>
      <w:r>
        <w:rPr>
          <w:color w:val="000000"/>
          <w:sz w:val="28"/>
          <w:szCs w:val="28"/>
          <w:lang w:val="uk-UA"/>
        </w:rPr>
        <w:t>30</w:t>
      </w:r>
      <w:r w:rsidRPr="00CE5596">
        <w:rPr>
          <w:color w:val="000000"/>
          <w:sz w:val="28"/>
          <w:szCs w:val="28"/>
          <w:lang w:val="uk-UA"/>
        </w:rPr>
        <w:t>.0</w:t>
      </w:r>
      <w:r w:rsidRPr="00CE5596">
        <w:rPr>
          <w:color w:val="000000"/>
          <w:sz w:val="28"/>
          <w:szCs w:val="28"/>
        </w:rPr>
        <w:t>3</w:t>
      </w:r>
      <w:r w:rsidRPr="00CE5596">
        <w:rPr>
          <w:color w:val="000000"/>
          <w:sz w:val="28"/>
          <w:szCs w:val="28"/>
          <w:lang w:val="uk-UA"/>
        </w:rPr>
        <w:t xml:space="preserve">.2017 № </w:t>
      </w:r>
      <w:r>
        <w:rPr>
          <w:color w:val="000000"/>
          <w:sz w:val="28"/>
          <w:szCs w:val="28"/>
          <w:lang w:val="uk-UA"/>
        </w:rPr>
        <w:t>7</w:t>
      </w:r>
      <w:r w:rsidRPr="00CE5596">
        <w:rPr>
          <w:color w:val="000000"/>
          <w:sz w:val="28"/>
          <w:szCs w:val="28"/>
          <w:lang w:val="uk-UA"/>
        </w:rPr>
        <w:t xml:space="preserve">:  </w:t>
      </w:r>
    </w:p>
    <w:p w:rsidR="008A610B" w:rsidRPr="00CE5596" w:rsidRDefault="008A610B" w:rsidP="003B5B2F">
      <w:pPr>
        <w:ind w:right="78" w:firstLine="70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1) Надати грошову допомогу громадянам, які потрапили в скрутне матеріальне становище</w:t>
      </w:r>
      <w:r w:rsidRPr="00CE5596">
        <w:rPr>
          <w:sz w:val="28"/>
          <w:szCs w:val="28"/>
        </w:rPr>
        <w:t>:</w:t>
      </w:r>
    </w:p>
    <w:p w:rsidR="008A610B" w:rsidRPr="00CE5596" w:rsidRDefault="008A610B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Гресь Світлані Олексіївні</w:t>
      </w:r>
      <w:r w:rsidRPr="00CE5596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Ласків</w:t>
      </w:r>
      <w:r w:rsidRPr="00CE5596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2000</w:t>
      </w:r>
      <w:r w:rsidRPr="00CE5596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>0</w:t>
      </w:r>
      <w:r w:rsidRPr="00CE5596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дві тисячі</w:t>
      </w:r>
      <w:r w:rsidRPr="00CE5596">
        <w:rPr>
          <w:sz w:val="28"/>
          <w:szCs w:val="28"/>
          <w:lang w:val="uk-UA"/>
        </w:rPr>
        <w:t>) гривень;</w:t>
      </w:r>
    </w:p>
    <w:p w:rsidR="008A610B" w:rsidRPr="00CE5596" w:rsidRDefault="008A610B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Веліч Тетяні Олегівні</w:t>
      </w:r>
      <w:r w:rsidRPr="00CE5596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Свійчів – 300</w:t>
      </w:r>
      <w:r w:rsidRPr="00CE559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 (триста</w:t>
      </w:r>
      <w:r w:rsidRPr="00CE5596">
        <w:rPr>
          <w:sz w:val="28"/>
          <w:szCs w:val="28"/>
          <w:lang w:val="uk-UA"/>
        </w:rPr>
        <w:t>) гривень;</w:t>
      </w:r>
    </w:p>
    <w:p w:rsidR="008A610B" w:rsidRPr="00CE5596" w:rsidRDefault="008A610B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Кухарук Олександрі Семенівні</w:t>
      </w:r>
      <w:r w:rsidRPr="00CE5596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Ласків – 500,00 (п’ятсот</w:t>
      </w:r>
      <w:bookmarkStart w:id="0" w:name="_GoBack"/>
      <w:bookmarkEnd w:id="0"/>
      <w:r w:rsidRPr="00CE5596">
        <w:rPr>
          <w:sz w:val="28"/>
          <w:szCs w:val="28"/>
          <w:lang w:val="uk-UA"/>
        </w:rPr>
        <w:t>) гривень;</w:t>
      </w:r>
    </w:p>
    <w:p w:rsidR="008A610B" w:rsidRPr="00CE5596" w:rsidRDefault="008A610B" w:rsidP="00B75042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Андреяновій Євгенії Тарасівні, с.Овадне</w:t>
      </w:r>
      <w:r w:rsidRPr="00CE5596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500,00 (п’ятсот</w:t>
      </w:r>
      <w:r w:rsidRPr="00CE5596">
        <w:rPr>
          <w:sz w:val="28"/>
          <w:szCs w:val="28"/>
          <w:lang w:val="uk-UA"/>
        </w:rPr>
        <w:t>) гривень;</w:t>
      </w:r>
    </w:p>
    <w:p w:rsidR="008A610B" w:rsidRDefault="008A610B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Пащуку Василеві Миколайовичу, с.Сусваль – 500,00 (п’ятсот</w:t>
      </w:r>
      <w:r w:rsidRPr="00CE5596">
        <w:rPr>
          <w:sz w:val="28"/>
          <w:szCs w:val="28"/>
          <w:lang w:val="uk-UA"/>
        </w:rPr>
        <w:t>) гривень;</w:t>
      </w:r>
    </w:p>
    <w:p w:rsidR="008A610B" w:rsidRPr="00EC3F73" w:rsidRDefault="008A610B" w:rsidP="003B5B2F">
      <w:pPr>
        <w:ind w:right="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Квашуку Олександру Михайловичу, с.Верба – 500,00 (п’ятсот) гривень; </w:t>
      </w:r>
    </w:p>
    <w:p w:rsidR="008A610B" w:rsidRPr="00FA7104" w:rsidRDefault="008A610B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-</w:t>
      </w:r>
      <w:r w:rsidRPr="00CE5596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Ващук Лідії Володимирівні</w:t>
      </w:r>
      <w:r w:rsidRPr="00CE5596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Сусваль – 300,00 (триста) гривень.</w:t>
      </w:r>
    </w:p>
    <w:p w:rsidR="008A610B" w:rsidRPr="00CE5596" w:rsidRDefault="008A610B" w:rsidP="006D51DE">
      <w:pPr>
        <w:ind w:right="78" w:firstLine="70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2) Управлінню соціального захисту населення райдержадміністрації фінансування зазначених видатків провести за рахунок коштів, передбачених в районному бюджеті на 2017 рік по КПКВ 1513400.</w:t>
      </w:r>
    </w:p>
    <w:p w:rsidR="008A610B" w:rsidRPr="00CE5596" w:rsidRDefault="008A610B" w:rsidP="003B5B2F">
      <w:pPr>
        <w:ind w:right="78"/>
        <w:jc w:val="both"/>
        <w:rPr>
          <w:sz w:val="28"/>
          <w:szCs w:val="28"/>
          <w:lang w:val="uk-UA"/>
        </w:rPr>
      </w:pPr>
    </w:p>
    <w:p w:rsidR="008A610B" w:rsidRPr="00CE5596" w:rsidRDefault="008A610B" w:rsidP="003B5B2F">
      <w:pPr>
        <w:ind w:right="78"/>
        <w:jc w:val="both"/>
        <w:rPr>
          <w:sz w:val="28"/>
          <w:szCs w:val="28"/>
          <w:lang w:val="uk-UA"/>
        </w:rPr>
      </w:pPr>
    </w:p>
    <w:p w:rsidR="008A610B" w:rsidRPr="002E54DE" w:rsidRDefault="008A610B" w:rsidP="003B5B2F">
      <w:pPr>
        <w:ind w:right="78"/>
        <w:jc w:val="both"/>
        <w:rPr>
          <w:b/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 xml:space="preserve">Голова                             </w:t>
      </w:r>
      <w:r w:rsidRPr="00CE5596">
        <w:rPr>
          <w:sz w:val="28"/>
          <w:szCs w:val="28"/>
          <w:lang w:val="uk-UA"/>
        </w:rPr>
        <w:tab/>
      </w:r>
      <w:r w:rsidRPr="00CE5596">
        <w:rPr>
          <w:sz w:val="28"/>
          <w:szCs w:val="28"/>
          <w:lang w:val="uk-UA"/>
        </w:rPr>
        <w:tab/>
        <w:t xml:space="preserve">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CE5596">
        <w:rPr>
          <w:sz w:val="28"/>
          <w:szCs w:val="28"/>
          <w:lang w:val="uk-UA"/>
        </w:rPr>
        <w:t xml:space="preserve"> </w:t>
      </w:r>
      <w:r w:rsidRPr="002E54DE">
        <w:rPr>
          <w:b/>
          <w:sz w:val="28"/>
          <w:szCs w:val="28"/>
          <w:lang w:val="uk-UA"/>
        </w:rPr>
        <w:t>Н.ВАСИЛЕЦЬ</w:t>
      </w:r>
    </w:p>
    <w:p w:rsidR="008A610B" w:rsidRPr="00CE5596" w:rsidRDefault="008A610B" w:rsidP="003B5B2F">
      <w:pPr>
        <w:ind w:right="78"/>
        <w:jc w:val="both"/>
        <w:rPr>
          <w:sz w:val="28"/>
          <w:szCs w:val="28"/>
          <w:lang w:val="uk-UA"/>
        </w:rPr>
      </w:pPr>
    </w:p>
    <w:p w:rsidR="008A610B" w:rsidRPr="00CE5596" w:rsidRDefault="008A610B" w:rsidP="003B5B2F">
      <w:pPr>
        <w:ind w:right="78"/>
        <w:jc w:val="both"/>
        <w:rPr>
          <w:sz w:val="28"/>
          <w:szCs w:val="28"/>
          <w:lang w:val="uk-UA"/>
        </w:rPr>
      </w:pPr>
      <w:r w:rsidRPr="00CE5596">
        <w:rPr>
          <w:sz w:val="28"/>
          <w:szCs w:val="28"/>
          <w:lang w:val="uk-UA"/>
        </w:rPr>
        <w:t>Голюк 23</w:t>
      </w:r>
      <w:r w:rsidRPr="00CE5596">
        <w:rPr>
          <w:sz w:val="28"/>
          <w:szCs w:val="28"/>
        </w:rPr>
        <w:t> </w:t>
      </w:r>
      <w:r w:rsidRPr="00CE5596">
        <w:rPr>
          <w:sz w:val="28"/>
          <w:szCs w:val="28"/>
          <w:lang w:val="uk-UA"/>
        </w:rPr>
        <w:t>394</w:t>
      </w:r>
    </w:p>
    <w:sectPr w:rsidR="008A610B" w:rsidRPr="00CE5596" w:rsidSect="000D3D21">
      <w:pgSz w:w="11906" w:h="16838"/>
      <w:pgMar w:top="568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8C4"/>
    <w:multiLevelType w:val="hybridMultilevel"/>
    <w:tmpl w:val="4FB8B0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B6E"/>
    <w:rsid w:val="000D3D21"/>
    <w:rsid w:val="00225252"/>
    <w:rsid w:val="002E54DE"/>
    <w:rsid w:val="003210D3"/>
    <w:rsid w:val="003226EC"/>
    <w:rsid w:val="00330D03"/>
    <w:rsid w:val="00343FC7"/>
    <w:rsid w:val="003B5B2F"/>
    <w:rsid w:val="006325A8"/>
    <w:rsid w:val="006744A6"/>
    <w:rsid w:val="006D51DE"/>
    <w:rsid w:val="00702A63"/>
    <w:rsid w:val="00733909"/>
    <w:rsid w:val="0079595D"/>
    <w:rsid w:val="008A610B"/>
    <w:rsid w:val="00AA4764"/>
    <w:rsid w:val="00B16B6E"/>
    <w:rsid w:val="00B2309B"/>
    <w:rsid w:val="00B54C3A"/>
    <w:rsid w:val="00B75042"/>
    <w:rsid w:val="00C5416F"/>
    <w:rsid w:val="00CE5596"/>
    <w:rsid w:val="00CF00A1"/>
    <w:rsid w:val="00D01597"/>
    <w:rsid w:val="00DA71D0"/>
    <w:rsid w:val="00E23A17"/>
    <w:rsid w:val="00E72154"/>
    <w:rsid w:val="00EC3F73"/>
    <w:rsid w:val="00ED78DF"/>
    <w:rsid w:val="00F36E5D"/>
    <w:rsid w:val="00FA7104"/>
    <w:rsid w:val="00FB5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B2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B2F"/>
    <w:pPr>
      <w:keepNext/>
      <w:outlineLvl w:val="0"/>
    </w:pPr>
    <w:rPr>
      <w:rFonts w:eastAsia="Calibri"/>
      <w:b/>
      <w:bCs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B2F"/>
    <w:pPr>
      <w:keepNext/>
      <w:jc w:val="center"/>
      <w:outlineLvl w:val="1"/>
    </w:pPr>
    <w:rPr>
      <w:rFonts w:eastAsia="Calibri"/>
      <w:b/>
      <w:bCs/>
      <w:sz w:val="32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B2F"/>
    <w:pPr>
      <w:keepNext/>
      <w:jc w:val="center"/>
      <w:outlineLvl w:val="2"/>
    </w:pPr>
    <w:rPr>
      <w:b/>
      <w:bCs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B5B2F"/>
    <w:pPr>
      <w:keepNext/>
      <w:ind w:left="-561" w:right="565" w:firstLine="561"/>
      <w:jc w:val="both"/>
      <w:outlineLvl w:val="4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B5B2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B5B2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B5B2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B5B2F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B5B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5B2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182</TotalTime>
  <Pages>1</Pages>
  <Words>259</Words>
  <Characters>1480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21</cp:revision>
  <cp:lastPrinted>2017-03-30T14:02:00Z</cp:lastPrinted>
  <dcterms:created xsi:type="dcterms:W3CDTF">2017-03-03T07:56:00Z</dcterms:created>
  <dcterms:modified xsi:type="dcterms:W3CDTF">2017-04-04T06:59:00Z</dcterms:modified>
</cp:coreProperties>
</file>