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2BA" w:rsidRDefault="005F42BA" w:rsidP="00523A42">
      <w:pPr>
        <w:spacing w:line="360" w:lineRule="auto"/>
        <w:ind w:left="52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ЗАТВЕРДЖЕНО</w:t>
      </w:r>
    </w:p>
    <w:p w:rsidR="005F42BA" w:rsidRDefault="005F42BA" w:rsidP="00523A42">
      <w:pPr>
        <w:shd w:val="clear" w:color="auto" w:fill="FFFFFF"/>
        <w:spacing w:line="360" w:lineRule="auto"/>
        <w:ind w:left="5220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</w:t>
      </w:r>
      <w:r w:rsidRPr="00FE513B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  <w:lang w:val="uk-UA"/>
        </w:rPr>
        <w:t>Розпорядження голови</w:t>
      </w:r>
    </w:p>
    <w:p w:rsidR="005F42BA" w:rsidRDefault="005F42BA" w:rsidP="00523A42">
      <w:pPr>
        <w:shd w:val="clear" w:color="auto" w:fill="FFFFFF"/>
        <w:spacing w:line="360" w:lineRule="auto"/>
        <w:ind w:left="5220"/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        райдержадміністрації</w:t>
      </w:r>
    </w:p>
    <w:p w:rsidR="005F42BA" w:rsidRPr="000F76F1" w:rsidRDefault="005F42BA" w:rsidP="00523A42">
      <w:pPr>
        <w:shd w:val="clear" w:color="auto" w:fill="FFFFFF"/>
        <w:spacing w:line="360" w:lineRule="auto"/>
        <w:ind w:left="5220"/>
        <w:rPr>
          <w:lang w:val="en-US"/>
        </w:rPr>
      </w:pPr>
      <w:r>
        <w:rPr>
          <w:spacing w:val="-3"/>
          <w:sz w:val="28"/>
          <w:szCs w:val="28"/>
          <w:lang w:val="uk-UA"/>
        </w:rPr>
        <w:t xml:space="preserve">       </w:t>
      </w:r>
      <w:r w:rsidRPr="000F76F1">
        <w:rPr>
          <w:spacing w:val="-3"/>
          <w:sz w:val="28"/>
          <w:szCs w:val="28"/>
        </w:rPr>
        <w:t>17</w:t>
      </w:r>
      <w:r>
        <w:rPr>
          <w:spacing w:val="-3"/>
          <w:sz w:val="28"/>
          <w:szCs w:val="28"/>
          <w:lang w:val="uk-UA"/>
        </w:rPr>
        <w:t xml:space="preserve"> листопада  201</w:t>
      </w:r>
      <w:r w:rsidRPr="000F76F1">
        <w:rPr>
          <w:spacing w:val="-3"/>
          <w:sz w:val="28"/>
          <w:szCs w:val="28"/>
        </w:rPr>
        <w:t>7</w:t>
      </w:r>
      <w:r>
        <w:rPr>
          <w:spacing w:val="-3"/>
          <w:sz w:val="28"/>
          <w:szCs w:val="28"/>
          <w:lang w:val="uk-UA"/>
        </w:rPr>
        <w:t xml:space="preserve"> року № </w:t>
      </w:r>
      <w:r>
        <w:rPr>
          <w:spacing w:val="-3"/>
          <w:sz w:val="28"/>
          <w:szCs w:val="28"/>
          <w:lang w:val="en-US"/>
        </w:rPr>
        <w:t>440</w:t>
      </w:r>
    </w:p>
    <w:p w:rsidR="005F42BA" w:rsidRDefault="005F42BA" w:rsidP="00523A42">
      <w:pPr>
        <w:jc w:val="center"/>
        <w:rPr>
          <w:rStyle w:val="Strong"/>
          <w:b w:val="0"/>
          <w:sz w:val="28"/>
          <w:szCs w:val="28"/>
          <w:lang w:val="uk-UA"/>
        </w:rPr>
      </w:pPr>
    </w:p>
    <w:p w:rsidR="005F42BA" w:rsidRPr="00B623F3" w:rsidRDefault="005F42BA" w:rsidP="00523A42">
      <w:pPr>
        <w:jc w:val="center"/>
        <w:rPr>
          <w:rStyle w:val="Strong"/>
          <w:b w:val="0"/>
          <w:sz w:val="28"/>
          <w:szCs w:val="28"/>
          <w:lang w:val="uk-UA"/>
        </w:rPr>
      </w:pPr>
    </w:p>
    <w:p w:rsidR="005F42BA" w:rsidRPr="006764B9" w:rsidRDefault="005F42BA" w:rsidP="00523A42">
      <w:pPr>
        <w:jc w:val="center"/>
        <w:rPr>
          <w:rStyle w:val="Strong"/>
          <w:b w:val="0"/>
          <w:sz w:val="28"/>
          <w:szCs w:val="28"/>
        </w:rPr>
      </w:pPr>
      <w:r w:rsidRPr="006764B9">
        <w:rPr>
          <w:rStyle w:val="Strong"/>
          <w:b w:val="0"/>
          <w:sz w:val="28"/>
          <w:szCs w:val="28"/>
          <w:lang w:val="uk-UA"/>
        </w:rPr>
        <w:t>ПЛАН ЗАХОДІВ</w:t>
      </w:r>
      <w:r w:rsidRPr="006764B9">
        <w:rPr>
          <w:bCs/>
          <w:sz w:val="28"/>
          <w:szCs w:val="28"/>
          <w:lang w:val="uk-UA"/>
        </w:rPr>
        <w:br/>
      </w:r>
      <w:r>
        <w:rPr>
          <w:rStyle w:val="Strong"/>
          <w:b w:val="0"/>
          <w:sz w:val="28"/>
          <w:szCs w:val="28"/>
          <w:lang w:val="uk-UA"/>
        </w:rPr>
        <w:t>щодо проведення в</w:t>
      </w:r>
      <w:r w:rsidRPr="006764B9">
        <w:rPr>
          <w:rStyle w:val="Strong"/>
          <w:b w:val="0"/>
          <w:sz w:val="28"/>
          <w:szCs w:val="28"/>
          <w:lang w:val="uk-UA"/>
        </w:rPr>
        <w:t xml:space="preserve"> районі акції </w:t>
      </w:r>
    </w:p>
    <w:p w:rsidR="005F42BA" w:rsidRDefault="005F42BA" w:rsidP="00523A42">
      <w:pPr>
        <w:jc w:val="center"/>
        <w:rPr>
          <w:rStyle w:val="Strong"/>
          <w:b w:val="0"/>
          <w:sz w:val="28"/>
          <w:szCs w:val="28"/>
          <w:lang w:val="uk-UA"/>
        </w:rPr>
      </w:pPr>
      <w:r>
        <w:rPr>
          <w:rStyle w:val="Strong"/>
          <w:b w:val="0"/>
          <w:sz w:val="28"/>
          <w:szCs w:val="28"/>
          <w:lang w:val="uk-UA"/>
        </w:rPr>
        <w:t>“16 днів проти насильства”</w:t>
      </w:r>
    </w:p>
    <w:p w:rsidR="005F42BA" w:rsidRDefault="005F42BA" w:rsidP="00523A42">
      <w:pPr>
        <w:jc w:val="center"/>
        <w:rPr>
          <w:rStyle w:val="Strong"/>
          <w:b w:val="0"/>
          <w:sz w:val="28"/>
          <w:szCs w:val="28"/>
          <w:lang w:val="uk-UA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320"/>
        <w:gridCol w:w="1651"/>
        <w:gridCol w:w="2833"/>
      </w:tblGrid>
      <w:tr w:rsidR="005F42BA" w:rsidRPr="00232EBE" w:rsidTr="000F76F1">
        <w:tc>
          <w:tcPr>
            <w:tcW w:w="828" w:type="dxa"/>
            <w:vAlign w:val="center"/>
          </w:tcPr>
          <w:p w:rsidR="005F42BA" w:rsidRPr="00151BE0" w:rsidRDefault="005F42BA" w:rsidP="00151BE0">
            <w:pPr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№</w:t>
            </w:r>
          </w:p>
          <w:p w:rsidR="005F42BA" w:rsidRPr="00151BE0" w:rsidRDefault="005F42BA" w:rsidP="00151BE0">
            <w:pPr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320" w:type="dxa"/>
            <w:vAlign w:val="center"/>
          </w:tcPr>
          <w:p w:rsidR="005F42BA" w:rsidRPr="00151BE0" w:rsidRDefault="005F42BA" w:rsidP="00151BE0">
            <w:pPr>
              <w:ind w:left="103" w:right="88"/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651" w:type="dxa"/>
            <w:vAlign w:val="center"/>
          </w:tcPr>
          <w:p w:rsidR="005F42BA" w:rsidRPr="00151BE0" w:rsidRDefault="005F42BA" w:rsidP="00151BE0">
            <w:pPr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Термін проведення</w:t>
            </w:r>
          </w:p>
        </w:tc>
        <w:tc>
          <w:tcPr>
            <w:tcW w:w="2833" w:type="dxa"/>
            <w:vAlign w:val="center"/>
          </w:tcPr>
          <w:p w:rsidR="005F42BA" w:rsidRPr="00151BE0" w:rsidRDefault="005F42BA" w:rsidP="00151BE0">
            <w:pPr>
              <w:jc w:val="center"/>
              <w:rPr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Відповідальні</w:t>
            </w:r>
          </w:p>
        </w:tc>
      </w:tr>
      <w:tr w:rsidR="005F42BA" w:rsidRPr="00232EBE" w:rsidTr="000F76F1">
        <w:tc>
          <w:tcPr>
            <w:tcW w:w="828" w:type="dxa"/>
            <w:vAlign w:val="center"/>
          </w:tcPr>
          <w:p w:rsidR="005F42BA" w:rsidRPr="00151BE0" w:rsidRDefault="005F42BA" w:rsidP="00151BE0">
            <w:pPr>
              <w:pStyle w:val="ListParagraph"/>
              <w:ind w:left="0" w:firstLine="1080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1 1.</w:t>
            </w:r>
          </w:p>
        </w:tc>
        <w:tc>
          <w:tcPr>
            <w:tcW w:w="4320" w:type="dxa"/>
            <w:vAlign w:val="center"/>
          </w:tcPr>
          <w:p w:rsidR="005F42BA" w:rsidRPr="00151BE0" w:rsidRDefault="005F42BA" w:rsidP="00151BE0">
            <w:pPr>
              <w:ind w:left="103" w:right="88"/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sz w:val="28"/>
                <w:szCs w:val="28"/>
                <w:lang w:val="uk-UA"/>
              </w:rPr>
              <w:t>П</w:t>
            </w:r>
            <w:r w:rsidRPr="00151BE0">
              <w:rPr>
                <w:sz w:val="28"/>
                <w:szCs w:val="28"/>
              </w:rPr>
              <w:t>ерегляд</w:t>
            </w:r>
            <w:r w:rsidRPr="00151BE0">
              <w:rPr>
                <w:sz w:val="28"/>
                <w:szCs w:val="28"/>
                <w:lang w:val="uk-UA"/>
              </w:rPr>
              <w:t xml:space="preserve"> у школах району </w:t>
            </w:r>
            <w:r w:rsidRPr="00151BE0">
              <w:rPr>
                <w:sz w:val="28"/>
                <w:szCs w:val="28"/>
              </w:rPr>
              <w:t xml:space="preserve"> документального фільму “Життя на продаж. Насильство в сім'ї</w:t>
            </w:r>
            <w:r w:rsidRPr="00151BE0">
              <w:rPr>
                <w:sz w:val="28"/>
                <w:szCs w:val="28"/>
                <w:lang w:val="en-US"/>
              </w:rPr>
              <w:t xml:space="preserve"> </w:t>
            </w:r>
            <w:r w:rsidRPr="00151BE0">
              <w:rPr>
                <w:sz w:val="28"/>
                <w:szCs w:val="28"/>
              </w:rPr>
              <w:t>”</w:t>
            </w:r>
          </w:p>
        </w:tc>
        <w:tc>
          <w:tcPr>
            <w:tcW w:w="1651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</w:t>
            </w:r>
            <w:r w:rsidRPr="00151BE0">
              <w:rPr>
                <w:rStyle w:val="Strong"/>
                <w:b w:val="0"/>
                <w:sz w:val="28"/>
                <w:szCs w:val="28"/>
                <w:lang w:val="en-US"/>
              </w:rPr>
              <w:t>7</w:t>
            </w: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3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 xml:space="preserve">Відділ освіти, молоді та спорту райдержадміністрації </w:t>
            </w:r>
          </w:p>
        </w:tc>
      </w:tr>
      <w:tr w:rsidR="005F42BA" w:rsidRPr="00232EBE" w:rsidTr="000F76F1">
        <w:tc>
          <w:tcPr>
            <w:tcW w:w="828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2.</w:t>
            </w:r>
          </w:p>
        </w:tc>
        <w:tc>
          <w:tcPr>
            <w:tcW w:w="4320" w:type="dxa"/>
            <w:vAlign w:val="center"/>
          </w:tcPr>
          <w:p w:rsidR="005F42BA" w:rsidRPr="00151BE0" w:rsidRDefault="005F42BA" w:rsidP="00151BE0">
            <w:pPr>
              <w:ind w:left="103" w:right="88"/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sz w:val="28"/>
                <w:szCs w:val="28"/>
                <w:lang w:val="uk-UA"/>
              </w:rPr>
              <w:t xml:space="preserve">Проведення у загально-освітніх закладах </w:t>
            </w:r>
            <w:r w:rsidRPr="00151BE0">
              <w:rPr>
                <w:sz w:val="28"/>
                <w:szCs w:val="28"/>
              </w:rPr>
              <w:t>конкурс</w:t>
            </w:r>
            <w:r w:rsidRPr="00151BE0">
              <w:rPr>
                <w:sz w:val="28"/>
                <w:szCs w:val="28"/>
                <w:lang w:val="uk-UA"/>
              </w:rPr>
              <w:t>у</w:t>
            </w:r>
            <w:r w:rsidRPr="00151BE0">
              <w:rPr>
                <w:sz w:val="28"/>
                <w:szCs w:val="28"/>
              </w:rPr>
              <w:t xml:space="preserve"> презентацій </w:t>
            </w:r>
            <w:r w:rsidRPr="00151BE0">
              <w:rPr>
                <w:sz w:val="28"/>
                <w:szCs w:val="28"/>
                <w:lang w:val="uk-UA"/>
              </w:rPr>
              <w:t xml:space="preserve">  </w:t>
            </w:r>
            <w:r w:rsidRPr="00151BE0">
              <w:rPr>
                <w:sz w:val="28"/>
                <w:szCs w:val="28"/>
              </w:rPr>
              <w:t>“</w:t>
            </w:r>
            <w:r w:rsidRPr="00151BE0">
              <w:rPr>
                <w:sz w:val="28"/>
                <w:szCs w:val="28"/>
                <w:lang w:val="uk-UA"/>
              </w:rPr>
              <w:t>Я</w:t>
            </w:r>
            <w:r w:rsidRPr="00151BE0">
              <w:rPr>
                <w:sz w:val="28"/>
                <w:szCs w:val="28"/>
              </w:rPr>
              <w:t xml:space="preserve"> проти насильства”</w:t>
            </w:r>
          </w:p>
        </w:tc>
        <w:tc>
          <w:tcPr>
            <w:tcW w:w="1651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</w:t>
            </w:r>
            <w:r w:rsidRPr="00151BE0">
              <w:rPr>
                <w:rStyle w:val="Strong"/>
                <w:b w:val="0"/>
                <w:sz w:val="28"/>
                <w:szCs w:val="28"/>
                <w:lang w:val="en-US"/>
              </w:rPr>
              <w:t>7</w:t>
            </w: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3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Відділ освіти, молоді та спорту райдержадміністрації</w:t>
            </w:r>
          </w:p>
        </w:tc>
      </w:tr>
      <w:tr w:rsidR="005F42BA" w:rsidRPr="00232EBE" w:rsidTr="000F76F1">
        <w:tc>
          <w:tcPr>
            <w:tcW w:w="828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3.</w:t>
            </w:r>
          </w:p>
        </w:tc>
        <w:tc>
          <w:tcPr>
            <w:tcW w:w="4320" w:type="dxa"/>
            <w:vAlign w:val="center"/>
          </w:tcPr>
          <w:p w:rsidR="005F42BA" w:rsidRPr="00151BE0" w:rsidRDefault="005F42BA" w:rsidP="00151BE0">
            <w:pPr>
              <w:ind w:left="103" w:right="88"/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sz w:val="28"/>
                <w:szCs w:val="28"/>
                <w:lang w:val="uk-UA"/>
              </w:rPr>
              <w:t xml:space="preserve">Проведення у школах району </w:t>
            </w:r>
            <w:r w:rsidRPr="00151BE0">
              <w:rPr>
                <w:sz w:val="28"/>
                <w:szCs w:val="28"/>
              </w:rPr>
              <w:t>виставк</w:t>
            </w:r>
            <w:r w:rsidRPr="00151BE0">
              <w:rPr>
                <w:sz w:val="28"/>
                <w:szCs w:val="28"/>
                <w:lang w:val="uk-UA"/>
              </w:rPr>
              <w:t>и</w:t>
            </w:r>
            <w:r w:rsidRPr="00151BE0">
              <w:rPr>
                <w:sz w:val="28"/>
                <w:szCs w:val="28"/>
              </w:rPr>
              <w:t xml:space="preserve"> дитячих малюнків</w:t>
            </w:r>
            <w:r w:rsidRPr="00151BE0">
              <w:rPr>
                <w:sz w:val="28"/>
                <w:szCs w:val="28"/>
                <w:lang w:val="uk-UA"/>
              </w:rPr>
              <w:t xml:space="preserve">           </w:t>
            </w:r>
            <w:r w:rsidRPr="00151BE0">
              <w:rPr>
                <w:sz w:val="28"/>
                <w:szCs w:val="28"/>
              </w:rPr>
              <w:t xml:space="preserve"> “Як не</w:t>
            </w:r>
            <w:r w:rsidRPr="00151BE0">
              <w:rPr>
                <w:sz w:val="28"/>
                <w:szCs w:val="28"/>
                <w:lang w:val="uk-UA"/>
              </w:rPr>
              <w:t xml:space="preserve"> </w:t>
            </w:r>
            <w:r w:rsidRPr="00151BE0">
              <w:rPr>
                <w:sz w:val="28"/>
                <w:szCs w:val="28"/>
              </w:rPr>
              <w:t>стати живим товаром”</w:t>
            </w:r>
          </w:p>
        </w:tc>
        <w:tc>
          <w:tcPr>
            <w:tcW w:w="1651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</w:t>
            </w:r>
            <w:r w:rsidRPr="00151BE0">
              <w:rPr>
                <w:rStyle w:val="Strong"/>
                <w:b w:val="0"/>
                <w:sz w:val="28"/>
                <w:szCs w:val="28"/>
                <w:lang w:val="en-US"/>
              </w:rPr>
              <w:t>7</w:t>
            </w: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3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Відділ освіти, молоді та  спорту  райдержадміністрації</w:t>
            </w:r>
          </w:p>
        </w:tc>
      </w:tr>
      <w:tr w:rsidR="005F42BA" w:rsidRPr="00232EBE" w:rsidTr="000F76F1">
        <w:tc>
          <w:tcPr>
            <w:tcW w:w="828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4.</w:t>
            </w:r>
          </w:p>
        </w:tc>
        <w:tc>
          <w:tcPr>
            <w:tcW w:w="4320" w:type="dxa"/>
            <w:vAlign w:val="center"/>
          </w:tcPr>
          <w:p w:rsidR="005F42BA" w:rsidRPr="00151BE0" w:rsidRDefault="005F42BA" w:rsidP="00151BE0">
            <w:pPr>
              <w:ind w:left="103" w:right="88"/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sz w:val="28"/>
                <w:szCs w:val="28"/>
                <w:lang w:val="uk-UA"/>
              </w:rPr>
              <w:t xml:space="preserve">Проведення </w:t>
            </w:r>
            <w:r w:rsidRPr="00151BE0">
              <w:rPr>
                <w:sz w:val="28"/>
                <w:szCs w:val="28"/>
              </w:rPr>
              <w:t>книжков</w:t>
            </w:r>
            <w:r w:rsidRPr="00151BE0">
              <w:rPr>
                <w:sz w:val="28"/>
                <w:szCs w:val="28"/>
                <w:lang w:val="uk-UA"/>
              </w:rPr>
              <w:t xml:space="preserve">их </w:t>
            </w:r>
            <w:r w:rsidRPr="00151BE0">
              <w:rPr>
                <w:sz w:val="28"/>
                <w:szCs w:val="28"/>
              </w:rPr>
              <w:t xml:space="preserve"> вистав</w:t>
            </w:r>
            <w:r w:rsidRPr="00151BE0">
              <w:rPr>
                <w:sz w:val="28"/>
                <w:szCs w:val="28"/>
                <w:lang w:val="uk-UA"/>
              </w:rPr>
              <w:t>ок</w:t>
            </w:r>
            <w:r w:rsidRPr="00151BE0">
              <w:rPr>
                <w:sz w:val="28"/>
                <w:szCs w:val="28"/>
              </w:rPr>
              <w:t xml:space="preserve"> в шкільних бібліотеках “Торгівля людьми та есксплуатація — порушення прав людини”</w:t>
            </w:r>
          </w:p>
        </w:tc>
        <w:tc>
          <w:tcPr>
            <w:tcW w:w="1651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</w:t>
            </w:r>
            <w:r w:rsidRPr="00151BE0">
              <w:rPr>
                <w:rStyle w:val="Strong"/>
                <w:b w:val="0"/>
                <w:sz w:val="28"/>
                <w:szCs w:val="28"/>
                <w:lang w:val="en-US"/>
              </w:rPr>
              <w:t>7</w:t>
            </w: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3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Відділ освіти, молоді та спорту райдержадміністрації</w:t>
            </w:r>
          </w:p>
        </w:tc>
      </w:tr>
      <w:tr w:rsidR="005F42BA" w:rsidRPr="00232EBE" w:rsidTr="000F76F1">
        <w:tc>
          <w:tcPr>
            <w:tcW w:w="828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5.</w:t>
            </w:r>
          </w:p>
        </w:tc>
        <w:tc>
          <w:tcPr>
            <w:tcW w:w="4320" w:type="dxa"/>
            <w:vAlign w:val="center"/>
          </w:tcPr>
          <w:p w:rsidR="005F42BA" w:rsidRPr="00151BE0" w:rsidRDefault="005F42BA" w:rsidP="00151BE0">
            <w:pPr>
              <w:ind w:left="103" w:right="88"/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sz w:val="28"/>
                <w:szCs w:val="28"/>
                <w:lang w:val="uk-UA"/>
              </w:rPr>
              <w:t xml:space="preserve">Проведення тренінгу </w:t>
            </w:r>
            <w:r w:rsidRPr="00151BE0">
              <w:rPr>
                <w:sz w:val="28"/>
                <w:szCs w:val="28"/>
              </w:rPr>
              <w:t xml:space="preserve">в </w:t>
            </w:r>
            <w:r w:rsidRPr="00151BE0">
              <w:rPr>
                <w:sz w:val="28"/>
                <w:szCs w:val="28"/>
                <w:lang w:val="uk-UA"/>
              </w:rPr>
              <w:t xml:space="preserve">школах району </w:t>
            </w:r>
            <w:r w:rsidRPr="00151BE0">
              <w:rPr>
                <w:sz w:val="28"/>
                <w:szCs w:val="28"/>
              </w:rPr>
              <w:t xml:space="preserve"> “Як вийти з нестандартної ситуації”</w:t>
            </w:r>
          </w:p>
        </w:tc>
        <w:tc>
          <w:tcPr>
            <w:tcW w:w="1651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</w:t>
            </w:r>
            <w:r w:rsidRPr="00151BE0">
              <w:rPr>
                <w:rStyle w:val="Strong"/>
                <w:b w:val="0"/>
                <w:sz w:val="28"/>
                <w:szCs w:val="28"/>
                <w:lang w:val="en-US"/>
              </w:rPr>
              <w:t>7</w:t>
            </w: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3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Відділ освіти, молоді та спорту райдержадміністрації</w:t>
            </w:r>
          </w:p>
        </w:tc>
      </w:tr>
      <w:tr w:rsidR="005F42BA" w:rsidRPr="00232EBE" w:rsidTr="000F76F1">
        <w:tc>
          <w:tcPr>
            <w:tcW w:w="828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6.</w:t>
            </w:r>
          </w:p>
        </w:tc>
        <w:tc>
          <w:tcPr>
            <w:tcW w:w="4320" w:type="dxa"/>
            <w:vAlign w:val="center"/>
          </w:tcPr>
          <w:p w:rsidR="005F42BA" w:rsidRPr="00151BE0" w:rsidRDefault="005F42BA" w:rsidP="00151BE0">
            <w:pPr>
              <w:ind w:left="103" w:right="88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sz w:val="28"/>
                <w:szCs w:val="28"/>
                <w:lang w:val="uk-UA"/>
              </w:rPr>
              <w:t xml:space="preserve">Проведення </w:t>
            </w:r>
            <w:r w:rsidRPr="00151BE0">
              <w:rPr>
                <w:sz w:val="28"/>
                <w:szCs w:val="28"/>
              </w:rPr>
              <w:t>презентаці</w:t>
            </w:r>
            <w:r w:rsidRPr="00151BE0">
              <w:rPr>
                <w:sz w:val="28"/>
                <w:szCs w:val="28"/>
                <w:lang w:val="uk-UA"/>
              </w:rPr>
              <w:t xml:space="preserve">ї </w:t>
            </w:r>
            <w:r w:rsidRPr="00151BE0">
              <w:rPr>
                <w:sz w:val="28"/>
                <w:szCs w:val="28"/>
              </w:rPr>
              <w:t xml:space="preserve"> </w:t>
            </w:r>
            <w:r w:rsidRPr="00151BE0">
              <w:rPr>
                <w:sz w:val="28"/>
                <w:szCs w:val="28"/>
                <w:lang w:val="uk-UA"/>
              </w:rPr>
              <w:t xml:space="preserve">у загально-освітніх закладах району </w:t>
            </w:r>
            <w:r w:rsidRPr="00151BE0">
              <w:rPr>
                <w:sz w:val="28"/>
                <w:szCs w:val="28"/>
              </w:rPr>
              <w:t xml:space="preserve">для старшокласників “Знайди свій безпечний шлях” </w:t>
            </w:r>
          </w:p>
        </w:tc>
        <w:tc>
          <w:tcPr>
            <w:tcW w:w="1651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</w:t>
            </w:r>
            <w:r w:rsidRPr="00151BE0">
              <w:rPr>
                <w:rStyle w:val="Strong"/>
                <w:b w:val="0"/>
                <w:sz w:val="28"/>
                <w:szCs w:val="28"/>
                <w:lang w:val="en-US"/>
              </w:rPr>
              <w:t>7</w:t>
            </w: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3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Відділ освіти, молоді та спорту райдержадміністрації</w:t>
            </w:r>
          </w:p>
        </w:tc>
      </w:tr>
      <w:tr w:rsidR="005F42BA" w:rsidRPr="00232EBE" w:rsidTr="000F76F1">
        <w:tc>
          <w:tcPr>
            <w:tcW w:w="828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 xml:space="preserve">7. </w:t>
            </w:r>
          </w:p>
        </w:tc>
        <w:tc>
          <w:tcPr>
            <w:tcW w:w="4320" w:type="dxa"/>
            <w:vAlign w:val="center"/>
          </w:tcPr>
          <w:p w:rsidR="005F42BA" w:rsidRPr="00151BE0" w:rsidRDefault="005F42BA" w:rsidP="00151BE0">
            <w:pPr>
              <w:ind w:left="103" w:right="88"/>
              <w:jc w:val="center"/>
              <w:rPr>
                <w:rStyle w:val="Emphasis"/>
                <w:i w:val="0"/>
                <w:iCs w:val="0"/>
                <w:color w:val="000000"/>
                <w:sz w:val="28"/>
                <w:szCs w:val="28"/>
                <w:lang w:val="uk-UA"/>
              </w:rPr>
            </w:pPr>
            <w:r w:rsidRPr="00151BE0">
              <w:rPr>
                <w:rStyle w:val="Emphasis"/>
                <w:i w:val="0"/>
                <w:iCs w:val="0"/>
                <w:color w:val="000000"/>
                <w:sz w:val="28"/>
                <w:szCs w:val="28"/>
                <w:lang w:val="uk-UA"/>
              </w:rPr>
              <w:t xml:space="preserve">Проведення </w:t>
            </w:r>
            <w:r w:rsidRPr="00151BE0">
              <w:rPr>
                <w:rStyle w:val="Emphasis"/>
                <w:i w:val="0"/>
                <w:iCs w:val="0"/>
                <w:color w:val="000000"/>
                <w:sz w:val="28"/>
                <w:szCs w:val="28"/>
              </w:rPr>
              <w:t>тренінг</w:t>
            </w:r>
            <w:r w:rsidRPr="00151BE0">
              <w:rPr>
                <w:rStyle w:val="Emphasis"/>
                <w:i w:val="0"/>
                <w:iCs w:val="0"/>
                <w:color w:val="000000"/>
                <w:sz w:val="28"/>
                <w:szCs w:val="28"/>
                <w:lang w:val="uk-UA"/>
              </w:rPr>
              <w:t xml:space="preserve">у у навчальних закладах на тему: </w:t>
            </w:r>
          </w:p>
          <w:p w:rsidR="005F42BA" w:rsidRPr="00151BE0" w:rsidRDefault="005F42BA" w:rsidP="00151BE0">
            <w:pPr>
              <w:ind w:left="103" w:right="88"/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Emphasis"/>
                <w:i w:val="0"/>
                <w:iCs w:val="0"/>
                <w:color w:val="000000"/>
                <w:sz w:val="28"/>
                <w:szCs w:val="28"/>
              </w:rPr>
              <w:t>“Торгівля людьми”</w:t>
            </w:r>
          </w:p>
        </w:tc>
        <w:tc>
          <w:tcPr>
            <w:tcW w:w="1651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</w:t>
            </w:r>
            <w:r w:rsidRPr="00151BE0">
              <w:rPr>
                <w:rStyle w:val="Strong"/>
                <w:b w:val="0"/>
                <w:sz w:val="28"/>
                <w:szCs w:val="28"/>
                <w:lang w:val="en-US"/>
              </w:rPr>
              <w:t>7</w:t>
            </w: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3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Відділ освіти, молоді та спорту райдержадміністрації</w:t>
            </w:r>
          </w:p>
        </w:tc>
      </w:tr>
      <w:tr w:rsidR="005F42BA" w:rsidRPr="00232EBE" w:rsidTr="000F76F1">
        <w:tc>
          <w:tcPr>
            <w:tcW w:w="828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8.</w:t>
            </w:r>
          </w:p>
        </w:tc>
        <w:tc>
          <w:tcPr>
            <w:tcW w:w="4320" w:type="dxa"/>
            <w:vAlign w:val="center"/>
          </w:tcPr>
          <w:p w:rsidR="005F42BA" w:rsidRPr="00151BE0" w:rsidRDefault="005F42BA" w:rsidP="00151BE0">
            <w:pPr>
              <w:ind w:left="103" w:right="88"/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Emphasis"/>
                <w:i w:val="0"/>
                <w:iCs w:val="0"/>
                <w:color w:val="000000"/>
                <w:sz w:val="28"/>
                <w:szCs w:val="28"/>
                <w:lang w:val="uk-UA"/>
              </w:rPr>
              <w:t xml:space="preserve">Проведення </w:t>
            </w:r>
            <w:r w:rsidRPr="00151BE0">
              <w:rPr>
                <w:rStyle w:val="Emphasis"/>
                <w:i w:val="0"/>
                <w:iCs w:val="0"/>
                <w:color w:val="000000"/>
                <w:sz w:val="28"/>
                <w:szCs w:val="28"/>
              </w:rPr>
              <w:t>загальношкільн</w:t>
            </w:r>
            <w:r w:rsidRPr="00151BE0">
              <w:rPr>
                <w:rStyle w:val="Emphasis"/>
                <w:i w:val="0"/>
                <w:iCs w:val="0"/>
                <w:color w:val="000000"/>
                <w:sz w:val="28"/>
                <w:szCs w:val="28"/>
                <w:lang w:val="uk-UA"/>
              </w:rPr>
              <w:t>ого</w:t>
            </w:r>
            <w:r w:rsidRPr="00151BE0">
              <w:rPr>
                <w:rStyle w:val="Emphasis"/>
                <w:i w:val="0"/>
                <w:iCs w:val="0"/>
                <w:color w:val="000000"/>
                <w:sz w:val="28"/>
                <w:szCs w:val="28"/>
              </w:rPr>
              <w:t xml:space="preserve"> зах</w:t>
            </w:r>
            <w:r w:rsidRPr="00151BE0">
              <w:rPr>
                <w:rStyle w:val="Emphasis"/>
                <w:i w:val="0"/>
                <w:iCs w:val="0"/>
                <w:color w:val="000000"/>
                <w:sz w:val="28"/>
                <w:szCs w:val="28"/>
                <w:lang w:val="uk-UA"/>
              </w:rPr>
              <w:t>оду</w:t>
            </w:r>
            <w:r w:rsidRPr="00151BE0">
              <w:rPr>
                <w:rStyle w:val="Emphasis"/>
                <w:i w:val="0"/>
                <w:iCs w:val="0"/>
                <w:color w:val="000000"/>
                <w:sz w:val="28"/>
                <w:szCs w:val="28"/>
              </w:rPr>
              <w:t xml:space="preserve"> “Це може трапитись з кожним”</w:t>
            </w:r>
          </w:p>
        </w:tc>
        <w:tc>
          <w:tcPr>
            <w:tcW w:w="1651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</w:t>
            </w:r>
            <w:r w:rsidRPr="00151BE0">
              <w:rPr>
                <w:rStyle w:val="Strong"/>
                <w:b w:val="0"/>
                <w:sz w:val="28"/>
                <w:szCs w:val="28"/>
                <w:lang w:val="en-US"/>
              </w:rPr>
              <w:t>7</w:t>
            </w: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3" w:type="dxa"/>
            <w:vAlign w:val="center"/>
          </w:tcPr>
          <w:p w:rsidR="005F42BA" w:rsidRPr="00151BE0" w:rsidRDefault="005F42BA" w:rsidP="00151BE0">
            <w:pPr>
              <w:jc w:val="center"/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color w:val="2E2E2E"/>
                <w:sz w:val="28"/>
                <w:szCs w:val="28"/>
                <w:lang w:val="uk-UA"/>
              </w:rPr>
              <w:t>Відділ освіти, молоді та спорту райдержадміністрації</w:t>
            </w:r>
          </w:p>
        </w:tc>
      </w:tr>
      <w:tr w:rsidR="005F42BA" w:rsidRPr="00232EBE" w:rsidTr="000F76F1">
        <w:tc>
          <w:tcPr>
            <w:tcW w:w="828" w:type="dxa"/>
          </w:tcPr>
          <w:p w:rsidR="005F42BA" w:rsidRPr="00151BE0" w:rsidRDefault="005F42BA" w:rsidP="00151BE0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 xml:space="preserve"> 9. </w:t>
            </w:r>
          </w:p>
        </w:tc>
        <w:tc>
          <w:tcPr>
            <w:tcW w:w="4320" w:type="dxa"/>
          </w:tcPr>
          <w:p w:rsidR="005F42BA" w:rsidRPr="00151BE0" w:rsidRDefault="005F42BA" w:rsidP="00151BE0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Здійснення інформаційних заходів щодо запобігання та протидії насильства в сім’ї</w:t>
            </w:r>
          </w:p>
        </w:tc>
        <w:tc>
          <w:tcPr>
            <w:tcW w:w="1651" w:type="dxa"/>
          </w:tcPr>
          <w:p w:rsidR="005F42BA" w:rsidRPr="00151BE0" w:rsidRDefault="005F42BA" w:rsidP="00151BE0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</w:t>
            </w:r>
            <w:r w:rsidRPr="00151BE0">
              <w:rPr>
                <w:rStyle w:val="Strong"/>
                <w:b w:val="0"/>
                <w:sz w:val="28"/>
                <w:szCs w:val="28"/>
                <w:lang w:val="en-US"/>
              </w:rPr>
              <w:t>7</w:t>
            </w: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2833" w:type="dxa"/>
          </w:tcPr>
          <w:p w:rsidR="005F42BA" w:rsidRPr="00151BE0" w:rsidRDefault="005F42BA" w:rsidP="00151BE0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Районний центр соціальних служб для сім’ї, дітей та молоді</w:t>
            </w:r>
          </w:p>
        </w:tc>
      </w:tr>
      <w:tr w:rsidR="005F42BA" w:rsidRPr="00232EBE" w:rsidTr="000F76F1">
        <w:tc>
          <w:tcPr>
            <w:tcW w:w="828" w:type="dxa"/>
          </w:tcPr>
          <w:p w:rsidR="005F42BA" w:rsidRPr="00151BE0" w:rsidRDefault="005F42BA" w:rsidP="00151BE0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1</w:t>
            </w:r>
            <w:r w:rsidRPr="00151BE0">
              <w:rPr>
                <w:rStyle w:val="Strong"/>
                <w:b w:val="0"/>
                <w:sz w:val="28"/>
                <w:szCs w:val="28"/>
                <w:lang w:val="en-US"/>
              </w:rPr>
              <w:t>0</w:t>
            </w: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.</w:t>
            </w:r>
          </w:p>
        </w:tc>
        <w:tc>
          <w:tcPr>
            <w:tcW w:w="4320" w:type="dxa"/>
          </w:tcPr>
          <w:p w:rsidR="005F42BA" w:rsidRPr="00151BE0" w:rsidRDefault="005F42BA" w:rsidP="00151BE0">
            <w:pPr>
              <w:ind w:left="103" w:right="88"/>
              <w:jc w:val="both"/>
              <w:rPr>
                <w:sz w:val="28"/>
                <w:szCs w:val="28"/>
                <w:lang w:val="uk-UA"/>
              </w:rPr>
            </w:pPr>
            <w:r w:rsidRPr="00151BE0">
              <w:rPr>
                <w:sz w:val="28"/>
                <w:szCs w:val="28"/>
                <w:lang w:val="uk-UA"/>
              </w:rPr>
              <w:t xml:space="preserve">Проведення профілактичних заходів щодо вивчення стану проживання та виховання дітей, які перебувають у складних життєвих обставинах з метою попередження насильства щодо них та у разі виявлення таких фактів ставити даних дітей на облік у службі у справах дітей райдержадміністрації </w:t>
            </w:r>
          </w:p>
        </w:tc>
        <w:tc>
          <w:tcPr>
            <w:tcW w:w="1651" w:type="dxa"/>
          </w:tcPr>
          <w:p w:rsidR="005F42BA" w:rsidRPr="00151BE0" w:rsidRDefault="005F42BA" w:rsidP="00151BE0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</w:t>
            </w:r>
            <w:r w:rsidRPr="00151BE0">
              <w:rPr>
                <w:rStyle w:val="Strong"/>
                <w:b w:val="0"/>
                <w:sz w:val="28"/>
                <w:szCs w:val="28"/>
                <w:lang w:val="en-US"/>
              </w:rPr>
              <w:t>7</w:t>
            </w: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3" w:type="dxa"/>
          </w:tcPr>
          <w:p w:rsidR="005F42BA" w:rsidRPr="00151BE0" w:rsidRDefault="005F42BA" w:rsidP="00151BE0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 xml:space="preserve">Служба у справах дітей райдержадміністрації </w:t>
            </w:r>
          </w:p>
        </w:tc>
      </w:tr>
      <w:tr w:rsidR="005F42BA" w:rsidRPr="00F75C32" w:rsidTr="000F76F1">
        <w:tc>
          <w:tcPr>
            <w:tcW w:w="828" w:type="dxa"/>
          </w:tcPr>
          <w:p w:rsidR="005F42BA" w:rsidRPr="00151BE0" w:rsidRDefault="005F42BA" w:rsidP="00151BE0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1</w:t>
            </w:r>
            <w:r w:rsidRPr="00151BE0">
              <w:rPr>
                <w:rStyle w:val="Strong"/>
                <w:b w:val="0"/>
                <w:sz w:val="28"/>
                <w:szCs w:val="28"/>
                <w:lang w:val="en-US"/>
              </w:rPr>
              <w:t>1</w:t>
            </w: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.</w:t>
            </w:r>
          </w:p>
        </w:tc>
        <w:tc>
          <w:tcPr>
            <w:tcW w:w="4320" w:type="dxa"/>
          </w:tcPr>
          <w:p w:rsidR="005F42BA" w:rsidRPr="00151BE0" w:rsidRDefault="005F42BA" w:rsidP="00151BE0">
            <w:pPr>
              <w:pStyle w:val="BodyTextIndent2"/>
              <w:ind w:left="0"/>
              <w:jc w:val="both"/>
              <w:rPr>
                <w:szCs w:val="28"/>
              </w:rPr>
            </w:pPr>
            <w:r w:rsidRPr="00151BE0">
              <w:rPr>
                <w:szCs w:val="28"/>
              </w:rPr>
              <w:t>Виготовлення поліграфічної продукції (календариків,</w:t>
            </w:r>
            <w:bookmarkStart w:id="0" w:name="_GoBack"/>
            <w:bookmarkEnd w:id="0"/>
            <w:r w:rsidRPr="00151BE0">
              <w:rPr>
                <w:szCs w:val="28"/>
              </w:rPr>
              <w:t xml:space="preserve"> буклетів 2А5) для проведення різноманітних форм інформаційних заходів щодо подолання насильства в сім’ї</w:t>
            </w:r>
          </w:p>
        </w:tc>
        <w:tc>
          <w:tcPr>
            <w:tcW w:w="1651" w:type="dxa"/>
          </w:tcPr>
          <w:p w:rsidR="005F42BA" w:rsidRPr="00151BE0" w:rsidRDefault="005F42BA" w:rsidP="00151BE0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2017 року</w:t>
            </w:r>
          </w:p>
        </w:tc>
        <w:tc>
          <w:tcPr>
            <w:tcW w:w="2833" w:type="dxa"/>
          </w:tcPr>
          <w:p w:rsidR="005F42BA" w:rsidRPr="00151BE0" w:rsidRDefault="005F42BA" w:rsidP="00151BE0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Управління соціального захисту населення райдержадміністрації</w:t>
            </w:r>
          </w:p>
        </w:tc>
      </w:tr>
      <w:tr w:rsidR="005F42BA" w:rsidTr="000F76F1">
        <w:tc>
          <w:tcPr>
            <w:tcW w:w="828" w:type="dxa"/>
          </w:tcPr>
          <w:p w:rsidR="005F42BA" w:rsidRPr="00151BE0" w:rsidRDefault="005F42BA" w:rsidP="00151BE0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12.</w:t>
            </w:r>
          </w:p>
        </w:tc>
        <w:tc>
          <w:tcPr>
            <w:tcW w:w="4320" w:type="dxa"/>
          </w:tcPr>
          <w:p w:rsidR="005F42BA" w:rsidRPr="00151BE0" w:rsidRDefault="005F42BA" w:rsidP="00151BE0">
            <w:pPr>
              <w:ind w:left="103" w:right="88"/>
              <w:jc w:val="both"/>
              <w:rPr>
                <w:sz w:val="28"/>
                <w:szCs w:val="28"/>
                <w:lang w:val="uk-UA"/>
              </w:rPr>
            </w:pPr>
            <w:r w:rsidRPr="00151BE0">
              <w:rPr>
                <w:sz w:val="28"/>
                <w:szCs w:val="28"/>
                <w:lang w:val="uk-UA"/>
              </w:rPr>
              <w:t>Облаштування тематичних книжкових поличок на теми: “Насилля над людиною: злочин і покарання”, “Права потерпілих від насильсьва”, “Гідність людини – протидія насильству”, “Хто зупинить хатніх кривдників?”, “Жорстоке поводження з дітьми недопустиме”, “Насильству – ні!”</w:t>
            </w:r>
          </w:p>
        </w:tc>
        <w:tc>
          <w:tcPr>
            <w:tcW w:w="1651" w:type="dxa"/>
          </w:tcPr>
          <w:p w:rsidR="005F42BA" w:rsidRPr="00151BE0" w:rsidRDefault="005F42BA" w:rsidP="00151BE0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листопад - грудень 201</w:t>
            </w:r>
            <w:r w:rsidRPr="00151BE0">
              <w:rPr>
                <w:rStyle w:val="Strong"/>
                <w:b w:val="0"/>
                <w:sz w:val="28"/>
                <w:szCs w:val="28"/>
                <w:lang w:val="en-US"/>
              </w:rPr>
              <w:t>7</w:t>
            </w: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3" w:type="dxa"/>
          </w:tcPr>
          <w:p w:rsidR="005F42BA" w:rsidRPr="00151BE0" w:rsidRDefault="005F42BA" w:rsidP="00151BE0">
            <w:pPr>
              <w:jc w:val="both"/>
              <w:rPr>
                <w:rStyle w:val="Strong"/>
                <w:b w:val="0"/>
                <w:sz w:val="28"/>
                <w:szCs w:val="28"/>
                <w:lang w:val="uk-UA"/>
              </w:rPr>
            </w:pPr>
            <w:r w:rsidRPr="00151BE0">
              <w:rPr>
                <w:rStyle w:val="Strong"/>
                <w:b w:val="0"/>
                <w:sz w:val="28"/>
                <w:szCs w:val="28"/>
                <w:lang w:val="uk-UA"/>
              </w:rPr>
              <w:t>Відділ культури та туризму райдержадміністрації</w:t>
            </w:r>
          </w:p>
        </w:tc>
      </w:tr>
    </w:tbl>
    <w:p w:rsidR="005F42BA" w:rsidRPr="00523A42" w:rsidRDefault="005F42BA" w:rsidP="008367A6">
      <w:pPr>
        <w:rPr>
          <w:lang w:val="uk-UA"/>
        </w:rPr>
      </w:pPr>
    </w:p>
    <w:sectPr w:rsidR="005F42BA" w:rsidRPr="00523A42" w:rsidSect="000F76F1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2BA" w:rsidRDefault="005F42BA" w:rsidP="00666114">
      <w:r>
        <w:separator/>
      </w:r>
    </w:p>
  </w:endnote>
  <w:endnote w:type="continuationSeparator" w:id="0">
    <w:p w:rsidR="005F42BA" w:rsidRDefault="005F42BA" w:rsidP="00666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2BA" w:rsidRDefault="005F42BA" w:rsidP="00666114">
      <w:r>
        <w:separator/>
      </w:r>
    </w:p>
  </w:footnote>
  <w:footnote w:type="continuationSeparator" w:id="0">
    <w:p w:rsidR="005F42BA" w:rsidRDefault="005F42BA" w:rsidP="00666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22E39"/>
    <w:multiLevelType w:val="hybridMultilevel"/>
    <w:tmpl w:val="EACC3B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59F2736"/>
    <w:multiLevelType w:val="hybridMultilevel"/>
    <w:tmpl w:val="F1B2C786"/>
    <w:lvl w:ilvl="0" w:tplc="D1FC54A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61B2"/>
    <w:rsid w:val="00023F9B"/>
    <w:rsid w:val="0003387B"/>
    <w:rsid w:val="000A7B02"/>
    <w:rsid w:val="000E7F0F"/>
    <w:rsid w:val="000F76F1"/>
    <w:rsid w:val="00113463"/>
    <w:rsid w:val="00151BE0"/>
    <w:rsid w:val="001B1E57"/>
    <w:rsid w:val="001E38AD"/>
    <w:rsid w:val="00232EBE"/>
    <w:rsid w:val="002822C3"/>
    <w:rsid w:val="002948E6"/>
    <w:rsid w:val="002E66D1"/>
    <w:rsid w:val="003044AE"/>
    <w:rsid w:val="00354338"/>
    <w:rsid w:val="003C72C0"/>
    <w:rsid w:val="00523A42"/>
    <w:rsid w:val="005E4C1D"/>
    <w:rsid w:val="005F42BA"/>
    <w:rsid w:val="006634C8"/>
    <w:rsid w:val="00666114"/>
    <w:rsid w:val="006764B9"/>
    <w:rsid w:val="006E06B1"/>
    <w:rsid w:val="0071359D"/>
    <w:rsid w:val="007535DD"/>
    <w:rsid w:val="0075561C"/>
    <w:rsid w:val="00764879"/>
    <w:rsid w:val="008217A2"/>
    <w:rsid w:val="008367A6"/>
    <w:rsid w:val="0086733F"/>
    <w:rsid w:val="009F3898"/>
    <w:rsid w:val="009F6C32"/>
    <w:rsid w:val="00A042B2"/>
    <w:rsid w:val="00A77C9B"/>
    <w:rsid w:val="00AD5B52"/>
    <w:rsid w:val="00B261B2"/>
    <w:rsid w:val="00B314E9"/>
    <w:rsid w:val="00B53319"/>
    <w:rsid w:val="00B623F3"/>
    <w:rsid w:val="00BF5934"/>
    <w:rsid w:val="00C56636"/>
    <w:rsid w:val="00CA32DB"/>
    <w:rsid w:val="00CD17AA"/>
    <w:rsid w:val="00CF0D89"/>
    <w:rsid w:val="00E123C7"/>
    <w:rsid w:val="00E60DD4"/>
    <w:rsid w:val="00E94FAA"/>
    <w:rsid w:val="00EB7585"/>
    <w:rsid w:val="00F17CEB"/>
    <w:rsid w:val="00F355FE"/>
    <w:rsid w:val="00F413D6"/>
    <w:rsid w:val="00F75C32"/>
    <w:rsid w:val="00FE513B"/>
    <w:rsid w:val="00FE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A4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23A42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523A4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C5663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6634C8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rsid w:val="00666114"/>
    <w:pPr>
      <w:ind w:left="720"/>
    </w:pPr>
    <w:rPr>
      <w:sz w:val="28"/>
      <w:szCs w:val="20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66114"/>
    <w:rPr>
      <w:rFonts w:ascii="Times New Roman" w:hAnsi="Times New Roman" w:cs="Times New Roman"/>
      <w:sz w:val="20"/>
      <w:szCs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6661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66114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6611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66114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413</Words>
  <Characters>2358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Mirek</cp:lastModifiedBy>
  <cp:revision>6</cp:revision>
  <dcterms:created xsi:type="dcterms:W3CDTF">2017-11-16T13:39:00Z</dcterms:created>
  <dcterms:modified xsi:type="dcterms:W3CDTF">2017-11-28T07:04:00Z</dcterms:modified>
</cp:coreProperties>
</file>