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F6E" w:rsidRDefault="006E4F6E" w:rsidP="00424822">
      <w:pPr>
        <w:ind w:right="-143"/>
        <w:jc w:val="center"/>
        <w:rPr>
          <w:snapToGrid w:val="0"/>
          <w:spacing w:val="8"/>
          <w:lang w:val="uk-UA"/>
        </w:rPr>
      </w:pPr>
      <w:r w:rsidRPr="00F76178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6E4F6E" w:rsidRDefault="006E4F6E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6E4F6E" w:rsidRDefault="006E4F6E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6E4F6E" w:rsidRDefault="006E4F6E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6E4F6E" w:rsidRDefault="006E4F6E" w:rsidP="00424822">
      <w:pPr>
        <w:rPr>
          <w:sz w:val="28"/>
          <w:szCs w:val="28"/>
        </w:rPr>
      </w:pPr>
    </w:p>
    <w:p w:rsidR="006E4F6E" w:rsidRDefault="006E4F6E" w:rsidP="00424822">
      <w:pPr>
        <w:pStyle w:val="Heading2"/>
      </w:pPr>
      <w:r>
        <w:t>РОЗПОРЯДЖЕННЯ</w:t>
      </w:r>
    </w:p>
    <w:p w:rsidR="006E4F6E" w:rsidRPr="00C36492" w:rsidRDefault="006E4F6E" w:rsidP="00424822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6E4F6E" w:rsidRPr="00C36492" w:rsidRDefault="006E4F6E" w:rsidP="00424822">
      <w:pPr>
        <w:rPr>
          <w:sz w:val="28"/>
          <w:szCs w:val="28"/>
        </w:rPr>
      </w:pPr>
      <w:r w:rsidRPr="00C36492">
        <w:rPr>
          <w:sz w:val="28"/>
          <w:szCs w:val="28"/>
        </w:rPr>
        <w:t xml:space="preserve"> 22</w:t>
      </w:r>
      <w:r w:rsidRPr="00C36492">
        <w:rPr>
          <w:sz w:val="28"/>
          <w:szCs w:val="28"/>
          <w:lang w:val="uk-UA"/>
        </w:rPr>
        <w:t xml:space="preserve"> </w:t>
      </w:r>
      <w:r w:rsidRPr="00C36492">
        <w:rPr>
          <w:sz w:val="28"/>
          <w:szCs w:val="28"/>
        </w:rPr>
        <w:t xml:space="preserve">  </w:t>
      </w:r>
      <w:r w:rsidRPr="00C36492">
        <w:rPr>
          <w:sz w:val="28"/>
          <w:szCs w:val="28"/>
          <w:lang w:val="uk-UA"/>
        </w:rPr>
        <w:t xml:space="preserve">грудня 2017 року        м. Володимир-Волинський                               № </w:t>
      </w:r>
      <w:r w:rsidRPr="00C36492">
        <w:rPr>
          <w:sz w:val="28"/>
          <w:szCs w:val="28"/>
        </w:rPr>
        <w:t>508</w:t>
      </w:r>
    </w:p>
    <w:p w:rsidR="006E4F6E" w:rsidRDefault="006E4F6E" w:rsidP="00424822">
      <w:pPr>
        <w:jc w:val="center"/>
        <w:rPr>
          <w:sz w:val="26"/>
          <w:szCs w:val="26"/>
          <w:lang w:val="uk-UA"/>
        </w:rPr>
      </w:pPr>
    </w:p>
    <w:p w:rsidR="006E4F6E" w:rsidRPr="0090013B" w:rsidRDefault="006E4F6E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90013B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6E4F6E" w:rsidRPr="00F44F5C" w:rsidRDefault="006E4F6E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 w:rsidRPr="00F44F5C">
        <w:rPr>
          <w:color w:val="000000"/>
          <w:sz w:val="27"/>
          <w:szCs w:val="27"/>
          <w:lang w:val="uk-UA"/>
        </w:rPr>
        <w:tab/>
      </w:r>
    </w:p>
    <w:p w:rsidR="006E4F6E" w:rsidRPr="0090013B" w:rsidRDefault="006E4F6E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F44F5C">
        <w:rPr>
          <w:color w:val="000000"/>
          <w:sz w:val="27"/>
          <w:szCs w:val="27"/>
          <w:lang w:val="uk-UA"/>
        </w:rPr>
        <w:t xml:space="preserve">          </w:t>
      </w:r>
      <w:r w:rsidRPr="0090013B">
        <w:rPr>
          <w:color w:val="000000"/>
          <w:sz w:val="28"/>
          <w:szCs w:val="28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</w:t>
      </w:r>
      <w:r>
        <w:rPr>
          <w:color w:val="000000"/>
          <w:sz w:val="28"/>
          <w:szCs w:val="28"/>
          <w:lang w:val="uk-UA"/>
        </w:rPr>
        <w:t>22.12</w:t>
      </w:r>
      <w:r w:rsidRPr="0090013B">
        <w:rPr>
          <w:color w:val="000000"/>
          <w:sz w:val="28"/>
          <w:szCs w:val="28"/>
          <w:lang w:val="uk-UA"/>
        </w:rPr>
        <w:t xml:space="preserve">.2017 № </w:t>
      </w:r>
      <w:r>
        <w:rPr>
          <w:color w:val="000000"/>
          <w:sz w:val="28"/>
          <w:szCs w:val="28"/>
          <w:lang w:val="uk-UA"/>
        </w:rPr>
        <w:t>26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6E4F6E" w:rsidRPr="0090013B" w:rsidRDefault="006E4F6E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6E4F6E" w:rsidRPr="0090013B" w:rsidRDefault="006E4F6E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Сиротюку Роману Володимировичу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Сусваль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(п’ять тисяч</w:t>
      </w:r>
      <w:r w:rsidRPr="0090013B">
        <w:rPr>
          <w:sz w:val="28"/>
          <w:szCs w:val="28"/>
          <w:lang w:val="uk-UA"/>
        </w:rPr>
        <w:t>) гривень;</w:t>
      </w:r>
    </w:p>
    <w:p w:rsidR="006E4F6E" w:rsidRDefault="006E4F6E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Стоянович Олені Андріївні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Новосілки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одна тисяча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6E4F6E" w:rsidRPr="0097576A" w:rsidRDefault="006E4F6E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Радюк Тетяні Вікторівні, с.Заріччя – 3000,00 (три тисячі)</w:t>
      </w:r>
      <w:r w:rsidRPr="004849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:rsidR="006E4F6E" w:rsidRPr="0097576A" w:rsidRDefault="006E4F6E" w:rsidP="002854EB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Бобко Марії Іванівні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Хмелівка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п’ятсот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6E4F6E" w:rsidRDefault="006E4F6E" w:rsidP="00145686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Бубен Катерині Кирилівні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Березовичі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1000,00 (одна тисяча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.</w:t>
      </w:r>
    </w:p>
    <w:p w:rsidR="006E4F6E" w:rsidRPr="0090013B" w:rsidRDefault="006E4F6E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6E4F6E" w:rsidRPr="0090013B" w:rsidRDefault="006E4F6E" w:rsidP="00424822">
      <w:pPr>
        <w:ind w:right="78"/>
        <w:jc w:val="both"/>
        <w:rPr>
          <w:sz w:val="28"/>
          <w:szCs w:val="28"/>
          <w:lang w:val="uk-UA"/>
        </w:rPr>
      </w:pPr>
    </w:p>
    <w:p w:rsidR="006E4F6E" w:rsidRPr="00F35384" w:rsidRDefault="006E4F6E" w:rsidP="00424822">
      <w:pPr>
        <w:ind w:right="78"/>
        <w:jc w:val="both"/>
        <w:rPr>
          <w:sz w:val="28"/>
          <w:szCs w:val="28"/>
        </w:rPr>
      </w:pPr>
    </w:p>
    <w:p w:rsidR="006E4F6E" w:rsidRPr="00F35384" w:rsidRDefault="006E4F6E" w:rsidP="00424822">
      <w:pPr>
        <w:ind w:right="78"/>
        <w:jc w:val="both"/>
        <w:rPr>
          <w:sz w:val="28"/>
          <w:szCs w:val="28"/>
        </w:rPr>
      </w:pPr>
    </w:p>
    <w:p w:rsidR="006E4F6E" w:rsidRPr="001F5486" w:rsidRDefault="006E4F6E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6E4F6E" w:rsidRPr="001F5486" w:rsidRDefault="006E4F6E" w:rsidP="00424822">
      <w:pPr>
        <w:ind w:right="78"/>
        <w:jc w:val="both"/>
        <w:rPr>
          <w:b/>
          <w:bCs/>
          <w:sz w:val="28"/>
          <w:szCs w:val="28"/>
        </w:rPr>
      </w:pPr>
    </w:p>
    <w:p w:rsidR="006E4F6E" w:rsidRPr="007F17FB" w:rsidRDefault="006E4F6E" w:rsidP="00424822">
      <w:pPr>
        <w:ind w:right="78"/>
        <w:jc w:val="both"/>
        <w:rPr>
          <w:b/>
          <w:bCs/>
          <w:sz w:val="28"/>
          <w:szCs w:val="28"/>
        </w:rPr>
      </w:pPr>
    </w:p>
    <w:p w:rsidR="006E4F6E" w:rsidRPr="007F17FB" w:rsidRDefault="006E4F6E" w:rsidP="00424822">
      <w:pPr>
        <w:ind w:right="78"/>
        <w:jc w:val="both"/>
        <w:rPr>
          <w:b/>
          <w:bCs/>
          <w:sz w:val="28"/>
          <w:szCs w:val="28"/>
        </w:rPr>
      </w:pPr>
    </w:p>
    <w:p w:rsidR="006E4F6E" w:rsidRPr="00AC604D" w:rsidRDefault="006E4F6E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</w:t>
      </w:r>
      <w:r>
        <w:rPr>
          <w:sz w:val="28"/>
          <w:szCs w:val="28"/>
          <w:lang w:val="uk-UA"/>
        </w:rPr>
        <w:t xml:space="preserve"> 38 115</w:t>
      </w:r>
    </w:p>
    <w:sectPr w:rsidR="006E4F6E" w:rsidRPr="00AC604D" w:rsidSect="0087379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F6E" w:rsidRDefault="006E4F6E" w:rsidP="00424822">
      <w:r>
        <w:separator/>
      </w:r>
    </w:p>
  </w:endnote>
  <w:endnote w:type="continuationSeparator" w:id="0">
    <w:p w:rsidR="006E4F6E" w:rsidRDefault="006E4F6E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F6E" w:rsidRDefault="006E4F6E" w:rsidP="00424822">
      <w:r>
        <w:separator/>
      </w:r>
    </w:p>
  </w:footnote>
  <w:footnote w:type="continuationSeparator" w:id="0">
    <w:p w:rsidR="006E4F6E" w:rsidRDefault="006E4F6E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4232A"/>
    <w:rsid w:val="00075911"/>
    <w:rsid w:val="000A6134"/>
    <w:rsid w:val="000E0FA8"/>
    <w:rsid w:val="000F42FF"/>
    <w:rsid w:val="000F4E92"/>
    <w:rsid w:val="00123FE7"/>
    <w:rsid w:val="00124EBE"/>
    <w:rsid w:val="00133D03"/>
    <w:rsid w:val="00134757"/>
    <w:rsid w:val="00145686"/>
    <w:rsid w:val="001A6617"/>
    <w:rsid w:val="001F5486"/>
    <w:rsid w:val="002638E4"/>
    <w:rsid w:val="002854EB"/>
    <w:rsid w:val="00290AED"/>
    <w:rsid w:val="002E450F"/>
    <w:rsid w:val="002F1123"/>
    <w:rsid w:val="00322AD7"/>
    <w:rsid w:val="00323EDE"/>
    <w:rsid w:val="00342B4E"/>
    <w:rsid w:val="003537FE"/>
    <w:rsid w:val="00364A6D"/>
    <w:rsid w:val="003979A8"/>
    <w:rsid w:val="004050A1"/>
    <w:rsid w:val="00424822"/>
    <w:rsid w:val="00435E4A"/>
    <w:rsid w:val="00437A1A"/>
    <w:rsid w:val="00484944"/>
    <w:rsid w:val="00484ACF"/>
    <w:rsid w:val="0048757C"/>
    <w:rsid w:val="004D72E1"/>
    <w:rsid w:val="00515111"/>
    <w:rsid w:val="00583246"/>
    <w:rsid w:val="005A3456"/>
    <w:rsid w:val="005D2995"/>
    <w:rsid w:val="005E17F2"/>
    <w:rsid w:val="005E5DF7"/>
    <w:rsid w:val="00620276"/>
    <w:rsid w:val="00656185"/>
    <w:rsid w:val="0067298C"/>
    <w:rsid w:val="006E4F6E"/>
    <w:rsid w:val="006F470E"/>
    <w:rsid w:val="00754116"/>
    <w:rsid w:val="0078765C"/>
    <w:rsid w:val="007D4FEF"/>
    <w:rsid w:val="007F17FB"/>
    <w:rsid w:val="00821112"/>
    <w:rsid w:val="00871FBE"/>
    <w:rsid w:val="0087379F"/>
    <w:rsid w:val="00877BE5"/>
    <w:rsid w:val="00896947"/>
    <w:rsid w:val="008C5D86"/>
    <w:rsid w:val="0090013B"/>
    <w:rsid w:val="00906205"/>
    <w:rsid w:val="0097576A"/>
    <w:rsid w:val="00976B46"/>
    <w:rsid w:val="00AC24AD"/>
    <w:rsid w:val="00AC604D"/>
    <w:rsid w:val="00B73D7C"/>
    <w:rsid w:val="00B9200B"/>
    <w:rsid w:val="00BA2433"/>
    <w:rsid w:val="00BD05BC"/>
    <w:rsid w:val="00BD68DE"/>
    <w:rsid w:val="00C147AC"/>
    <w:rsid w:val="00C231FB"/>
    <w:rsid w:val="00C36492"/>
    <w:rsid w:val="00C73637"/>
    <w:rsid w:val="00D548CE"/>
    <w:rsid w:val="00D6294F"/>
    <w:rsid w:val="00DA17E7"/>
    <w:rsid w:val="00DF6AC7"/>
    <w:rsid w:val="00E14842"/>
    <w:rsid w:val="00E27B61"/>
    <w:rsid w:val="00E46691"/>
    <w:rsid w:val="00E64BCD"/>
    <w:rsid w:val="00EA0187"/>
    <w:rsid w:val="00EF3FAD"/>
    <w:rsid w:val="00EF6B8D"/>
    <w:rsid w:val="00F35384"/>
    <w:rsid w:val="00F40507"/>
    <w:rsid w:val="00F44F5C"/>
    <w:rsid w:val="00F60853"/>
    <w:rsid w:val="00F66DF9"/>
    <w:rsid w:val="00F72CA5"/>
    <w:rsid w:val="00F76178"/>
    <w:rsid w:val="00FA7C40"/>
    <w:rsid w:val="00FE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99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526</TotalTime>
  <Pages>1</Pages>
  <Words>242</Words>
  <Characters>1382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GOLIANOVSKA</dc:creator>
  <cp:keywords/>
  <dc:description/>
  <cp:lastModifiedBy>Mirek</cp:lastModifiedBy>
  <cp:revision>65</cp:revision>
  <cp:lastPrinted>2017-12-06T06:54:00Z</cp:lastPrinted>
  <dcterms:created xsi:type="dcterms:W3CDTF">2017-04-19T11:15:00Z</dcterms:created>
  <dcterms:modified xsi:type="dcterms:W3CDTF">2017-12-27T12:43:00Z</dcterms:modified>
</cp:coreProperties>
</file>