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5400"/>
        <w:gridCol w:w="4320"/>
      </w:tblGrid>
      <w:tr w:rsidR="008E625F" w:rsidRPr="00A037D2" w:rsidTr="00BB19E1">
        <w:trPr>
          <w:trHeight w:val="1837"/>
        </w:trPr>
        <w:tc>
          <w:tcPr>
            <w:tcW w:w="5400" w:type="dxa"/>
          </w:tcPr>
          <w:p w:rsidR="008E625F" w:rsidRPr="0056662F" w:rsidRDefault="008E625F" w:rsidP="00B97038">
            <w:pPr>
              <w:rPr>
                <w:lang w:val="en-US"/>
              </w:rPr>
            </w:pPr>
          </w:p>
        </w:tc>
        <w:tc>
          <w:tcPr>
            <w:tcW w:w="4320" w:type="dxa"/>
          </w:tcPr>
          <w:p w:rsidR="008E625F" w:rsidRPr="00A037D2" w:rsidRDefault="008E625F" w:rsidP="00B97038">
            <w:pPr>
              <w:pStyle w:val="Heading1"/>
              <w:spacing w:line="360" w:lineRule="auto"/>
              <w:jc w:val="left"/>
              <w:rPr>
                <w:b w:val="0"/>
                <w:szCs w:val="28"/>
              </w:rPr>
            </w:pPr>
            <w:r w:rsidRPr="00A037D2">
              <w:rPr>
                <w:b w:val="0"/>
                <w:szCs w:val="28"/>
              </w:rPr>
              <w:t>ЗАТВЕРДЖЕНО</w:t>
            </w:r>
          </w:p>
          <w:p w:rsidR="008E625F" w:rsidRPr="00A037D2" w:rsidRDefault="008E625F" w:rsidP="00B97038">
            <w:pPr>
              <w:pStyle w:val="BodyText"/>
              <w:spacing w:line="360" w:lineRule="auto"/>
              <w:rPr>
                <w:szCs w:val="28"/>
              </w:rPr>
            </w:pPr>
            <w:r w:rsidRPr="00A037D2">
              <w:rPr>
                <w:szCs w:val="28"/>
              </w:rPr>
              <w:t>Розпорядження голови</w:t>
            </w:r>
          </w:p>
          <w:p w:rsidR="008E625F" w:rsidRDefault="008E625F" w:rsidP="00B97038">
            <w:pPr>
              <w:pStyle w:val="BodyText"/>
              <w:spacing w:line="360" w:lineRule="auto"/>
            </w:pPr>
            <w:r>
              <w:t xml:space="preserve">районної </w:t>
            </w:r>
            <w:r w:rsidRPr="00A037D2">
              <w:t>держ</w:t>
            </w:r>
            <w:r>
              <w:t xml:space="preserve">авної </w:t>
            </w:r>
            <w:r w:rsidRPr="00A037D2">
              <w:t>адміністрації</w:t>
            </w:r>
          </w:p>
          <w:p w:rsidR="008E625F" w:rsidRPr="000D1C7C" w:rsidRDefault="008E625F" w:rsidP="00B97038">
            <w:pPr>
              <w:pStyle w:val="BodyText"/>
              <w:spacing w:line="360" w:lineRule="auto"/>
              <w:rPr>
                <w:szCs w:val="28"/>
                <w:lang w:val="en-US"/>
              </w:rPr>
            </w:pPr>
            <w:r>
              <w:rPr>
                <w:lang w:val="en-US"/>
              </w:rPr>
              <w:t>22</w:t>
            </w:r>
            <w:r>
              <w:t>.11</w:t>
            </w:r>
            <w:r>
              <w:rPr>
                <w:lang w:val="ru-RU"/>
              </w:rPr>
              <w:t>.201</w:t>
            </w:r>
            <w:r>
              <w:rPr>
                <w:lang w:val="en-US"/>
              </w:rPr>
              <w:t>8</w:t>
            </w:r>
            <w:r>
              <w:rPr>
                <w:lang w:val="ru-RU"/>
              </w:rPr>
              <w:t xml:space="preserve"> </w:t>
            </w:r>
            <w:r w:rsidRPr="00A037D2">
              <w:t>№</w:t>
            </w:r>
            <w:r>
              <w:rPr>
                <w:lang w:val="en-US"/>
              </w:rPr>
              <w:t xml:space="preserve"> 421</w:t>
            </w:r>
          </w:p>
        </w:tc>
      </w:tr>
    </w:tbl>
    <w:p w:rsidR="008E625F" w:rsidRPr="00A037D2" w:rsidRDefault="008E625F" w:rsidP="00F723C9">
      <w:pPr>
        <w:pStyle w:val="Heading6"/>
        <w:rPr>
          <w:b w:val="0"/>
          <w:caps/>
          <w:szCs w:val="28"/>
        </w:rPr>
      </w:pPr>
      <w:r>
        <w:rPr>
          <w:b w:val="0"/>
          <w:caps/>
          <w:szCs w:val="28"/>
        </w:rPr>
        <w:t xml:space="preserve">ПЛАН </w:t>
      </w:r>
    </w:p>
    <w:p w:rsidR="008E625F" w:rsidRDefault="008E625F" w:rsidP="00F723C9">
      <w:pPr>
        <w:jc w:val="center"/>
        <w:rPr>
          <w:szCs w:val="28"/>
        </w:rPr>
      </w:pPr>
      <w:r>
        <w:rPr>
          <w:szCs w:val="28"/>
        </w:rPr>
        <w:t xml:space="preserve">організації та проведення </w:t>
      </w:r>
      <w:r w:rsidRPr="00A037D2">
        <w:rPr>
          <w:szCs w:val="28"/>
        </w:rPr>
        <w:t xml:space="preserve">в </w:t>
      </w:r>
      <w:r>
        <w:rPr>
          <w:szCs w:val="28"/>
        </w:rPr>
        <w:t>районі заходів з нагоди</w:t>
      </w:r>
    </w:p>
    <w:p w:rsidR="008E625F" w:rsidRDefault="008E625F" w:rsidP="00F723C9">
      <w:pPr>
        <w:jc w:val="center"/>
        <w:rPr>
          <w:szCs w:val="28"/>
        </w:rPr>
      </w:pPr>
      <w:r>
        <w:rPr>
          <w:szCs w:val="28"/>
        </w:rPr>
        <w:t>Міжнародного дня інвалідів</w:t>
      </w:r>
    </w:p>
    <w:p w:rsidR="008E625F" w:rsidRDefault="008E625F" w:rsidP="00F723C9">
      <w:pPr>
        <w:pStyle w:val="1"/>
        <w:ind w:left="0" w:firstLine="720"/>
        <w:jc w:val="both"/>
        <w:rPr>
          <w:sz w:val="28"/>
          <w:szCs w:val="28"/>
          <w:lang w:val="uk-UA"/>
        </w:rPr>
      </w:pPr>
    </w:p>
    <w:p w:rsidR="008E625F" w:rsidRPr="0085717F" w:rsidRDefault="008E625F" w:rsidP="001E44DB">
      <w:pPr>
        <w:pStyle w:val="BodyTextIndent"/>
        <w:ind w:firstLine="708"/>
        <w:rPr>
          <w:bCs/>
          <w:szCs w:val="28"/>
        </w:rPr>
      </w:pPr>
      <w:r>
        <w:rPr>
          <w:szCs w:val="28"/>
        </w:rPr>
        <w:t>1.</w:t>
      </w:r>
      <w:r w:rsidRPr="001E44DB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Організація</w:t>
      </w:r>
      <w:r w:rsidRPr="0085717F">
        <w:rPr>
          <w:color w:val="000000"/>
          <w:szCs w:val="28"/>
        </w:rPr>
        <w:t xml:space="preserve"> та проведення районного </w:t>
      </w:r>
      <w:r w:rsidRPr="0085717F">
        <w:rPr>
          <w:bCs/>
          <w:szCs w:val="28"/>
        </w:rPr>
        <w:t xml:space="preserve">фестивалю дитячої творчості для дітей з обмеженими фізичними можливостями </w:t>
      </w:r>
      <w:r w:rsidRPr="0085717F">
        <w:rPr>
          <w:szCs w:val="28"/>
        </w:rPr>
        <w:t>“Повір у себе</w:t>
      </w:r>
      <w:r>
        <w:rPr>
          <w:szCs w:val="28"/>
        </w:rPr>
        <w:t>, і у тебе повірять інші!”</w:t>
      </w:r>
    </w:p>
    <w:p w:rsidR="008E625F" w:rsidRPr="00C46AED" w:rsidRDefault="008E625F" w:rsidP="00F723C9">
      <w:pPr>
        <w:pStyle w:val="1"/>
        <w:ind w:left="0" w:firstLine="720"/>
        <w:jc w:val="both"/>
        <w:rPr>
          <w:sz w:val="16"/>
          <w:szCs w:val="16"/>
          <w:lang w:val="uk-UA"/>
        </w:rPr>
      </w:pPr>
    </w:p>
    <w:tbl>
      <w:tblPr>
        <w:tblW w:w="9900" w:type="dxa"/>
        <w:tblInd w:w="108" w:type="dxa"/>
        <w:tblLayout w:type="fixed"/>
        <w:tblLook w:val="0000"/>
      </w:tblPr>
      <w:tblGrid>
        <w:gridCol w:w="4680"/>
        <w:gridCol w:w="5220"/>
      </w:tblGrid>
      <w:tr w:rsidR="008E625F" w:rsidRPr="00A037D2" w:rsidTr="00B97038">
        <w:tc>
          <w:tcPr>
            <w:tcW w:w="4680" w:type="dxa"/>
          </w:tcPr>
          <w:p w:rsidR="008E625F" w:rsidRPr="00A037D2" w:rsidRDefault="008E625F" w:rsidP="00B97038">
            <w:pPr>
              <w:jc w:val="both"/>
              <w:rPr>
                <w:szCs w:val="28"/>
              </w:rPr>
            </w:pPr>
          </w:p>
        </w:tc>
        <w:tc>
          <w:tcPr>
            <w:tcW w:w="5220" w:type="dxa"/>
          </w:tcPr>
          <w:p w:rsidR="008E625F" w:rsidRPr="00E864B2" w:rsidRDefault="008E625F" w:rsidP="00B97038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відділ освіти, </w:t>
            </w:r>
            <w:r w:rsidRPr="0085717F">
              <w:rPr>
                <w:color w:val="000000"/>
                <w:szCs w:val="28"/>
              </w:rPr>
              <w:t>молоді та спорту райдержадміністрації</w:t>
            </w:r>
            <w:r>
              <w:rPr>
                <w:color w:val="000000"/>
                <w:szCs w:val="28"/>
              </w:rPr>
              <w:t>, управління соціального захисту населення райдержадміністрації</w:t>
            </w:r>
          </w:p>
          <w:p w:rsidR="008E625F" w:rsidRPr="00E864B2" w:rsidRDefault="008E625F" w:rsidP="00B97038">
            <w:pPr>
              <w:jc w:val="both"/>
              <w:rPr>
                <w:szCs w:val="28"/>
              </w:rPr>
            </w:pPr>
          </w:p>
          <w:p w:rsidR="008E625F" w:rsidRPr="00A037D2" w:rsidRDefault="008E625F" w:rsidP="00B9703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 0</w:t>
            </w:r>
            <w:r w:rsidRPr="00BB19E1">
              <w:rPr>
                <w:szCs w:val="28"/>
                <w:lang w:val="ru-RU"/>
              </w:rPr>
              <w:t>3</w:t>
            </w:r>
            <w:r>
              <w:rPr>
                <w:szCs w:val="28"/>
              </w:rPr>
              <w:t xml:space="preserve"> грудня</w:t>
            </w:r>
            <w:r w:rsidRPr="00A037D2">
              <w:rPr>
                <w:szCs w:val="28"/>
              </w:rPr>
              <w:t xml:space="preserve"> 20</w:t>
            </w:r>
            <w:r>
              <w:rPr>
                <w:szCs w:val="28"/>
                <w:lang w:val="ru-RU"/>
              </w:rPr>
              <w:t>1</w:t>
            </w:r>
            <w:r>
              <w:rPr>
                <w:szCs w:val="28"/>
                <w:lang w:val="en-US"/>
              </w:rPr>
              <w:t>8</w:t>
            </w:r>
            <w:r w:rsidRPr="00A037D2">
              <w:rPr>
                <w:szCs w:val="28"/>
              </w:rPr>
              <w:t xml:space="preserve"> року  </w:t>
            </w:r>
          </w:p>
        </w:tc>
      </w:tr>
    </w:tbl>
    <w:p w:rsidR="008E625F" w:rsidRPr="00D342DA" w:rsidRDefault="008E625F" w:rsidP="00F723C9">
      <w:pPr>
        <w:jc w:val="both"/>
        <w:rPr>
          <w:spacing w:val="-10"/>
          <w:sz w:val="20"/>
          <w:szCs w:val="20"/>
        </w:rPr>
      </w:pPr>
    </w:p>
    <w:p w:rsidR="008E625F" w:rsidRPr="00C10EEE" w:rsidRDefault="008E625F" w:rsidP="00F723C9">
      <w:pPr>
        <w:ind w:firstLine="720"/>
        <w:jc w:val="both"/>
        <w:rPr>
          <w:spacing w:val="-10"/>
          <w:szCs w:val="28"/>
        </w:rPr>
      </w:pPr>
      <w:r w:rsidRPr="00C10EEE">
        <w:rPr>
          <w:spacing w:val="-10"/>
          <w:szCs w:val="28"/>
          <w:lang w:val="ru-RU"/>
        </w:rPr>
        <w:t>2</w:t>
      </w:r>
      <w:r w:rsidRPr="00C10EEE">
        <w:rPr>
          <w:spacing w:val="-10"/>
          <w:szCs w:val="28"/>
        </w:rPr>
        <w:t>. Проведення дня «відкритих дверей»</w:t>
      </w:r>
      <w:r w:rsidRPr="00C10EEE">
        <w:rPr>
          <w:szCs w:val="28"/>
        </w:rPr>
        <w:t xml:space="preserve"> у відділенні стаціонарного догляду для постійного проживання територіального центру,</w:t>
      </w:r>
      <w:r w:rsidRPr="00C10EEE">
        <w:rPr>
          <w:spacing w:val="-10"/>
          <w:szCs w:val="28"/>
        </w:rPr>
        <w:t xml:space="preserve"> з  метою привернення уваги  до проблеми осіб з інвалідністю</w:t>
      </w:r>
    </w:p>
    <w:p w:rsidR="008E625F" w:rsidRPr="00C10EEE" w:rsidRDefault="008E625F" w:rsidP="00F723C9">
      <w:pPr>
        <w:ind w:firstLine="720"/>
        <w:jc w:val="both"/>
        <w:rPr>
          <w:sz w:val="10"/>
          <w:szCs w:val="10"/>
        </w:rPr>
      </w:pPr>
    </w:p>
    <w:tbl>
      <w:tblPr>
        <w:tblW w:w="9900" w:type="dxa"/>
        <w:tblInd w:w="108" w:type="dxa"/>
        <w:tblLayout w:type="fixed"/>
        <w:tblLook w:val="0000"/>
      </w:tblPr>
      <w:tblGrid>
        <w:gridCol w:w="4680"/>
        <w:gridCol w:w="5220"/>
      </w:tblGrid>
      <w:tr w:rsidR="008E625F" w:rsidRPr="00C10EEE" w:rsidTr="00B97038">
        <w:tc>
          <w:tcPr>
            <w:tcW w:w="4680" w:type="dxa"/>
          </w:tcPr>
          <w:p w:rsidR="008E625F" w:rsidRPr="00DD350F" w:rsidRDefault="008E625F" w:rsidP="00B97038">
            <w:pPr>
              <w:jc w:val="both"/>
              <w:rPr>
                <w:szCs w:val="28"/>
                <w:lang w:val="ru-RU"/>
              </w:rPr>
            </w:pPr>
          </w:p>
        </w:tc>
        <w:tc>
          <w:tcPr>
            <w:tcW w:w="5220" w:type="dxa"/>
          </w:tcPr>
          <w:p w:rsidR="008E625F" w:rsidRPr="00271DD7" w:rsidRDefault="008E625F" w:rsidP="00B97038">
            <w:pPr>
              <w:pStyle w:val="BodyTextIndent"/>
              <w:ind w:firstLine="0"/>
              <w:rPr>
                <w:szCs w:val="28"/>
                <w:lang w:val="ru-RU"/>
              </w:rPr>
            </w:pPr>
            <w:r w:rsidRPr="00C10EEE">
              <w:rPr>
                <w:spacing w:val="-8"/>
                <w:szCs w:val="28"/>
              </w:rPr>
              <w:t>територіальний центр соціального обслуговування (надання соціальних послуг)</w:t>
            </w:r>
            <w:r w:rsidRPr="00271DD7">
              <w:rPr>
                <w:spacing w:val="-8"/>
                <w:szCs w:val="28"/>
                <w:lang w:val="ru-RU"/>
              </w:rPr>
              <w:t xml:space="preserve"> </w:t>
            </w:r>
            <w:r>
              <w:rPr>
                <w:spacing w:val="-8"/>
                <w:szCs w:val="28"/>
                <w:lang w:val="ru-RU"/>
              </w:rPr>
              <w:t>Володимир-Волинського району</w:t>
            </w:r>
          </w:p>
          <w:p w:rsidR="008E625F" w:rsidRPr="00C10EEE" w:rsidRDefault="008E625F" w:rsidP="00B97038">
            <w:pPr>
              <w:jc w:val="both"/>
              <w:rPr>
                <w:sz w:val="10"/>
                <w:szCs w:val="10"/>
              </w:rPr>
            </w:pPr>
          </w:p>
          <w:p w:rsidR="008E625F" w:rsidRPr="00C10EEE" w:rsidRDefault="008E625F" w:rsidP="00B97038">
            <w:pPr>
              <w:jc w:val="both"/>
              <w:rPr>
                <w:szCs w:val="28"/>
              </w:rPr>
            </w:pPr>
            <w:r w:rsidRPr="00C10EEE">
              <w:rPr>
                <w:szCs w:val="28"/>
              </w:rPr>
              <w:t xml:space="preserve">  до 03 грудня 20</w:t>
            </w:r>
            <w:r w:rsidRPr="00C10EEE">
              <w:rPr>
                <w:szCs w:val="28"/>
                <w:lang w:val="ru-RU"/>
              </w:rPr>
              <w:t>1</w:t>
            </w:r>
            <w:r>
              <w:rPr>
                <w:szCs w:val="28"/>
                <w:lang w:val="en-US"/>
              </w:rPr>
              <w:t>8</w:t>
            </w:r>
            <w:r w:rsidRPr="00C10EEE">
              <w:rPr>
                <w:szCs w:val="28"/>
              </w:rPr>
              <w:t xml:space="preserve"> року  </w:t>
            </w:r>
          </w:p>
        </w:tc>
      </w:tr>
    </w:tbl>
    <w:p w:rsidR="008E625F" w:rsidRPr="009D6ADE" w:rsidRDefault="008E625F" w:rsidP="00F723C9">
      <w:pPr>
        <w:ind w:firstLine="720"/>
        <w:jc w:val="both"/>
        <w:rPr>
          <w:sz w:val="20"/>
          <w:szCs w:val="20"/>
        </w:rPr>
      </w:pPr>
    </w:p>
    <w:p w:rsidR="008E625F" w:rsidRPr="009D6ADE" w:rsidRDefault="008E625F" w:rsidP="00F723C9">
      <w:pPr>
        <w:ind w:firstLine="720"/>
        <w:jc w:val="both"/>
        <w:rPr>
          <w:spacing w:val="-6"/>
          <w:szCs w:val="28"/>
        </w:rPr>
      </w:pPr>
      <w:r w:rsidRPr="009D6ADE">
        <w:rPr>
          <w:spacing w:val="-6"/>
          <w:szCs w:val="28"/>
        </w:rPr>
        <w:t xml:space="preserve">3. Організація </w:t>
      </w:r>
      <w:r>
        <w:rPr>
          <w:spacing w:val="-6"/>
          <w:szCs w:val="28"/>
        </w:rPr>
        <w:t>проведення у навчальних закладах району «уроків доброти» на тему: «Дивіться на нас, як на рівних»</w:t>
      </w:r>
    </w:p>
    <w:p w:rsidR="008E625F" w:rsidRPr="00D342DA" w:rsidRDefault="008E625F" w:rsidP="00F723C9">
      <w:pPr>
        <w:ind w:firstLine="720"/>
        <w:jc w:val="both"/>
        <w:rPr>
          <w:sz w:val="10"/>
          <w:szCs w:val="10"/>
        </w:rPr>
      </w:pPr>
    </w:p>
    <w:tbl>
      <w:tblPr>
        <w:tblW w:w="9720" w:type="dxa"/>
        <w:tblInd w:w="108" w:type="dxa"/>
        <w:tblLayout w:type="fixed"/>
        <w:tblLook w:val="0000"/>
      </w:tblPr>
      <w:tblGrid>
        <w:gridCol w:w="4680"/>
        <w:gridCol w:w="5040"/>
      </w:tblGrid>
      <w:tr w:rsidR="008E625F" w:rsidRPr="00A037D2" w:rsidTr="00B97038">
        <w:tc>
          <w:tcPr>
            <w:tcW w:w="4680" w:type="dxa"/>
          </w:tcPr>
          <w:p w:rsidR="008E625F" w:rsidRPr="00FC1809" w:rsidRDefault="008E625F" w:rsidP="00B97038">
            <w:pPr>
              <w:jc w:val="both"/>
              <w:rPr>
                <w:szCs w:val="28"/>
                <w:highlight w:val="yellow"/>
              </w:rPr>
            </w:pPr>
          </w:p>
        </w:tc>
        <w:tc>
          <w:tcPr>
            <w:tcW w:w="5040" w:type="dxa"/>
          </w:tcPr>
          <w:p w:rsidR="008E625F" w:rsidRPr="00617048" w:rsidRDefault="008E625F" w:rsidP="00B97038">
            <w:pPr>
              <w:ind w:right="-113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відділ освіти, молоді та спорту </w:t>
            </w:r>
            <w:r w:rsidRPr="00617048">
              <w:rPr>
                <w:szCs w:val="28"/>
              </w:rPr>
              <w:t>райдержадміністрації</w:t>
            </w:r>
          </w:p>
          <w:p w:rsidR="008E625F" w:rsidRDefault="008E625F" w:rsidP="00B97038">
            <w:pPr>
              <w:ind w:right="-113"/>
              <w:jc w:val="both"/>
              <w:rPr>
                <w:szCs w:val="28"/>
              </w:rPr>
            </w:pPr>
          </w:p>
          <w:p w:rsidR="008E625F" w:rsidRPr="00617048" w:rsidRDefault="008E625F" w:rsidP="00B97038">
            <w:pPr>
              <w:ind w:right="-113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до 03 грудня </w:t>
            </w:r>
            <w:r w:rsidRPr="00617048">
              <w:rPr>
                <w:szCs w:val="28"/>
              </w:rPr>
              <w:t>20</w:t>
            </w:r>
            <w:r>
              <w:rPr>
                <w:szCs w:val="28"/>
                <w:lang w:val="ru-RU"/>
              </w:rPr>
              <w:t>1</w:t>
            </w:r>
            <w:r>
              <w:rPr>
                <w:szCs w:val="28"/>
                <w:lang w:val="en-US"/>
              </w:rPr>
              <w:t>8</w:t>
            </w:r>
            <w:r w:rsidRPr="00617048">
              <w:rPr>
                <w:szCs w:val="28"/>
              </w:rPr>
              <w:t xml:space="preserve"> року  </w:t>
            </w:r>
          </w:p>
        </w:tc>
      </w:tr>
    </w:tbl>
    <w:p w:rsidR="008E625F" w:rsidRPr="009525D1" w:rsidRDefault="008E625F" w:rsidP="00F723C9">
      <w:pPr>
        <w:pStyle w:val="BodyTextIndent2"/>
        <w:rPr>
          <w:sz w:val="20"/>
          <w:szCs w:val="20"/>
        </w:rPr>
      </w:pPr>
    </w:p>
    <w:p w:rsidR="008E625F" w:rsidRPr="000E33B1" w:rsidRDefault="008E625F" w:rsidP="00F723C9">
      <w:pPr>
        <w:jc w:val="both"/>
        <w:rPr>
          <w:sz w:val="16"/>
          <w:szCs w:val="16"/>
        </w:rPr>
      </w:pPr>
      <w:bookmarkStart w:id="0" w:name="_GoBack"/>
      <w:bookmarkEnd w:id="0"/>
    </w:p>
    <w:p w:rsidR="008E625F" w:rsidRPr="00D342DA" w:rsidRDefault="008E625F" w:rsidP="00F723C9">
      <w:pPr>
        <w:ind w:firstLine="720"/>
        <w:jc w:val="both"/>
        <w:rPr>
          <w:sz w:val="10"/>
          <w:szCs w:val="10"/>
        </w:rPr>
      </w:pPr>
      <w:r>
        <w:rPr>
          <w:spacing w:val="-6"/>
          <w:szCs w:val="28"/>
        </w:rPr>
        <w:t xml:space="preserve">4. Забезпечення висвітлення в засобах масової інформації позитивних прикладів, досягнень осіб з інвалідністю та сприяння висвітленню заходів з відзначення Міжнародного дня інвалідів </w:t>
      </w:r>
    </w:p>
    <w:tbl>
      <w:tblPr>
        <w:tblW w:w="0" w:type="auto"/>
        <w:tblLook w:val="0000"/>
      </w:tblPr>
      <w:tblGrid>
        <w:gridCol w:w="4788"/>
        <w:gridCol w:w="5066"/>
      </w:tblGrid>
      <w:tr w:rsidR="008E625F" w:rsidRPr="005E0594" w:rsidTr="00B97038">
        <w:tc>
          <w:tcPr>
            <w:tcW w:w="4788" w:type="dxa"/>
          </w:tcPr>
          <w:p w:rsidR="008E625F" w:rsidRPr="005E0594" w:rsidRDefault="008E625F" w:rsidP="00B97038">
            <w:pPr>
              <w:rPr>
                <w:szCs w:val="28"/>
              </w:rPr>
            </w:pPr>
          </w:p>
        </w:tc>
        <w:tc>
          <w:tcPr>
            <w:tcW w:w="5066" w:type="dxa"/>
          </w:tcPr>
          <w:p w:rsidR="008E625F" w:rsidRDefault="008E625F" w:rsidP="00B97038">
            <w:pPr>
              <w:ind w:right="-113"/>
              <w:rPr>
                <w:sz w:val="10"/>
                <w:szCs w:val="10"/>
              </w:rPr>
            </w:pPr>
          </w:p>
          <w:p w:rsidR="008E625F" w:rsidRPr="00291AE4" w:rsidRDefault="008E625F" w:rsidP="00B97038">
            <w:pPr>
              <w:ind w:right="-113"/>
              <w:rPr>
                <w:szCs w:val="28"/>
              </w:rPr>
            </w:pPr>
          </w:p>
          <w:p w:rsidR="008E625F" w:rsidRPr="00291AE4" w:rsidRDefault="008E625F" w:rsidP="00B97038">
            <w:pPr>
              <w:ind w:right="-113"/>
              <w:rPr>
                <w:sz w:val="10"/>
                <w:szCs w:val="10"/>
              </w:rPr>
            </w:pPr>
            <w:r>
              <w:rPr>
                <w:szCs w:val="28"/>
              </w:rPr>
              <w:t>р</w:t>
            </w:r>
            <w:r w:rsidRPr="00291AE4">
              <w:rPr>
                <w:szCs w:val="28"/>
              </w:rPr>
              <w:t>ай</w:t>
            </w:r>
            <w:r>
              <w:rPr>
                <w:szCs w:val="28"/>
              </w:rPr>
              <w:t xml:space="preserve">онна </w:t>
            </w:r>
            <w:r w:rsidRPr="00291AE4">
              <w:rPr>
                <w:szCs w:val="28"/>
              </w:rPr>
              <w:t>держ</w:t>
            </w:r>
            <w:r>
              <w:rPr>
                <w:szCs w:val="28"/>
              </w:rPr>
              <w:t xml:space="preserve">авна </w:t>
            </w:r>
            <w:r w:rsidRPr="00291AE4">
              <w:rPr>
                <w:szCs w:val="28"/>
              </w:rPr>
              <w:t>адміністрація</w:t>
            </w:r>
          </w:p>
          <w:p w:rsidR="008E625F" w:rsidRDefault="008E625F" w:rsidP="00B97038">
            <w:pPr>
              <w:ind w:right="-113"/>
              <w:rPr>
                <w:sz w:val="10"/>
                <w:szCs w:val="10"/>
              </w:rPr>
            </w:pPr>
          </w:p>
          <w:p w:rsidR="008E625F" w:rsidRDefault="008E625F" w:rsidP="00B97038">
            <w:pPr>
              <w:ind w:right="-113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8E625F" w:rsidRPr="005E0594" w:rsidRDefault="008E625F" w:rsidP="00B97038">
            <w:pPr>
              <w:ind w:right="-113"/>
              <w:rPr>
                <w:szCs w:val="28"/>
              </w:rPr>
            </w:pPr>
            <w:r>
              <w:rPr>
                <w:szCs w:val="28"/>
              </w:rPr>
              <w:t xml:space="preserve">до 15 грудня </w:t>
            </w:r>
            <w:r w:rsidRPr="005E0594">
              <w:rPr>
                <w:szCs w:val="28"/>
              </w:rPr>
              <w:t>20</w:t>
            </w:r>
            <w:r w:rsidRPr="002B7DA5">
              <w:rPr>
                <w:szCs w:val="28"/>
                <w:lang w:val="ru-RU"/>
              </w:rPr>
              <w:t>1</w:t>
            </w:r>
            <w:r>
              <w:rPr>
                <w:szCs w:val="28"/>
              </w:rPr>
              <w:t>8</w:t>
            </w:r>
            <w:r w:rsidRPr="005E0594">
              <w:rPr>
                <w:szCs w:val="28"/>
              </w:rPr>
              <w:t xml:space="preserve"> року </w:t>
            </w:r>
          </w:p>
        </w:tc>
      </w:tr>
    </w:tbl>
    <w:p w:rsidR="008E625F" w:rsidRPr="00341718" w:rsidRDefault="008E625F" w:rsidP="002B7DA5">
      <w:pPr>
        <w:ind w:firstLine="720"/>
        <w:jc w:val="both"/>
        <w:rPr>
          <w:sz w:val="16"/>
          <w:szCs w:val="16"/>
        </w:rPr>
      </w:pPr>
    </w:p>
    <w:sectPr w:rsidR="008E625F" w:rsidRPr="00341718" w:rsidSect="009A6991">
      <w:headerReference w:type="even" r:id="rId6"/>
      <w:headerReference w:type="default" r:id="rId7"/>
      <w:pgSz w:w="11906" w:h="16838"/>
      <w:pgMar w:top="71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25F" w:rsidRDefault="008E625F">
      <w:r>
        <w:separator/>
      </w:r>
    </w:p>
  </w:endnote>
  <w:endnote w:type="continuationSeparator" w:id="0">
    <w:p w:rsidR="008E625F" w:rsidRDefault="008E62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25F" w:rsidRDefault="008E625F">
      <w:r>
        <w:separator/>
      </w:r>
    </w:p>
  </w:footnote>
  <w:footnote w:type="continuationSeparator" w:id="0">
    <w:p w:rsidR="008E625F" w:rsidRDefault="008E62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25F" w:rsidRDefault="008E625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E625F" w:rsidRDefault="008E625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25F" w:rsidRDefault="008E625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E625F" w:rsidRDefault="008E625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2B01"/>
    <w:rsid w:val="00085E0D"/>
    <w:rsid w:val="000937F4"/>
    <w:rsid w:val="000A311A"/>
    <w:rsid w:val="000D1C7C"/>
    <w:rsid w:val="000E33B1"/>
    <w:rsid w:val="001E44DB"/>
    <w:rsid w:val="00271DD7"/>
    <w:rsid w:val="00274155"/>
    <w:rsid w:val="00291AE4"/>
    <w:rsid w:val="002B7DA5"/>
    <w:rsid w:val="00341718"/>
    <w:rsid w:val="00354860"/>
    <w:rsid w:val="0056662F"/>
    <w:rsid w:val="005D054B"/>
    <w:rsid w:val="005E0594"/>
    <w:rsid w:val="00600415"/>
    <w:rsid w:val="00617048"/>
    <w:rsid w:val="0085717F"/>
    <w:rsid w:val="008C7A9A"/>
    <w:rsid w:val="008E625F"/>
    <w:rsid w:val="00917202"/>
    <w:rsid w:val="00935EC0"/>
    <w:rsid w:val="009525D1"/>
    <w:rsid w:val="009A6991"/>
    <w:rsid w:val="009D6ADE"/>
    <w:rsid w:val="009E1CC3"/>
    <w:rsid w:val="009E5CCD"/>
    <w:rsid w:val="00A037D2"/>
    <w:rsid w:val="00A43161"/>
    <w:rsid w:val="00B97038"/>
    <w:rsid w:val="00BB19E1"/>
    <w:rsid w:val="00BB2B01"/>
    <w:rsid w:val="00C10EEE"/>
    <w:rsid w:val="00C46AED"/>
    <w:rsid w:val="00C7636C"/>
    <w:rsid w:val="00D342DA"/>
    <w:rsid w:val="00DD350F"/>
    <w:rsid w:val="00DF5962"/>
    <w:rsid w:val="00E6709A"/>
    <w:rsid w:val="00E83AB6"/>
    <w:rsid w:val="00E864B2"/>
    <w:rsid w:val="00F162C0"/>
    <w:rsid w:val="00F723C9"/>
    <w:rsid w:val="00FC1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3C9"/>
    <w:rPr>
      <w:rFonts w:ascii="Times New Roman" w:eastAsia="Times New Roman" w:hAnsi="Times New Roman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23C9"/>
    <w:pPr>
      <w:keepNext/>
      <w:jc w:val="center"/>
      <w:outlineLvl w:val="0"/>
    </w:pPr>
    <w:rPr>
      <w:rFonts w:eastAsia="Calibri"/>
      <w:b/>
      <w:szCs w:val="20"/>
      <w:lang w:val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723C9"/>
    <w:pPr>
      <w:keepNext/>
      <w:jc w:val="center"/>
      <w:outlineLvl w:val="5"/>
    </w:pPr>
    <w:rPr>
      <w:rFonts w:eastAsia="Calibri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723C9"/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F723C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F723C9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723C9"/>
    <w:rPr>
      <w:rFonts w:ascii="Times New Roman" w:hAnsi="Times New Roman" w:cs="Times New Roman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F723C9"/>
    <w:pPr>
      <w:ind w:firstLine="851"/>
      <w:jc w:val="both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723C9"/>
    <w:rPr>
      <w:rFonts w:ascii="Times New Roman" w:hAnsi="Times New Roman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F723C9"/>
    <w:pPr>
      <w:widowControl w:val="0"/>
      <w:autoSpaceDE w:val="0"/>
      <w:autoSpaceDN w:val="0"/>
      <w:adjustRightInd w:val="0"/>
    </w:pPr>
  </w:style>
  <w:style w:type="character" w:customStyle="1" w:styleId="BodyText3Char">
    <w:name w:val="Body Text 3 Char"/>
    <w:basedOn w:val="DefaultParagraphFont"/>
    <w:link w:val="BodyText3"/>
    <w:uiPriority w:val="99"/>
    <w:locked/>
    <w:rsid w:val="00F723C9"/>
    <w:rPr>
      <w:rFonts w:ascii="Times New Roman" w:hAnsi="Times New Roman" w:cs="Times New Roman"/>
      <w:sz w:val="24"/>
      <w:szCs w:val="24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F723C9"/>
    <w:pPr>
      <w:ind w:firstLine="72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F723C9"/>
    <w:rPr>
      <w:rFonts w:ascii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F723C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723C9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F723C9"/>
    <w:rPr>
      <w:rFonts w:cs="Times New Roman"/>
    </w:rPr>
  </w:style>
  <w:style w:type="paragraph" w:customStyle="1" w:styleId="1">
    <w:name w:val="Абзац списка1"/>
    <w:basedOn w:val="Normal"/>
    <w:uiPriority w:val="99"/>
    <w:rsid w:val="00F723C9"/>
    <w:pPr>
      <w:ind w:left="720"/>
      <w:contextualSpacing/>
    </w:pPr>
    <w:rPr>
      <w:rFonts w:eastAsia="Calibri"/>
      <w:sz w:val="24"/>
      <w:lang w:val="fr-FR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1</Pages>
  <Words>183</Words>
  <Characters>1049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Kyzmuch</dc:creator>
  <cp:keywords/>
  <dc:description/>
  <cp:lastModifiedBy>Mirek</cp:lastModifiedBy>
  <cp:revision>23</cp:revision>
  <cp:lastPrinted>2017-11-23T06:56:00Z</cp:lastPrinted>
  <dcterms:created xsi:type="dcterms:W3CDTF">2017-11-21T14:20:00Z</dcterms:created>
  <dcterms:modified xsi:type="dcterms:W3CDTF">2018-11-29T07:38:00Z</dcterms:modified>
</cp:coreProperties>
</file>